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2476" w:rsidP="002A2476" w:rsidRDefault="002A2476" w14:paraId="01D5AC95" w14:textId="086D1360">
      <w:pPr>
        <w:pStyle w:val="Intestazione"/>
        <w:ind w:left="0"/>
        <w:jc w:val="both"/>
        <w:rPr>
          <w:b/>
          <w:szCs w:val="18"/>
        </w:rPr>
      </w:pPr>
      <w:r>
        <w:rPr>
          <w:b/>
          <w:szCs w:val="18"/>
        </w:rPr>
        <w:t xml:space="preserve">Settore </w:t>
      </w:r>
      <w:r w:rsidR="00EC7C3D">
        <w:rPr>
          <w:b/>
          <w:szCs w:val="18"/>
        </w:rPr>
        <w:t>Partecipazione, Politiche Abitative e Sport</w:t>
      </w:r>
    </w:p>
    <w:p w:rsidRPr="00512233" w:rsidR="002A2476" w:rsidP="00512233" w:rsidRDefault="00512233" w14:paraId="01D5AC96" w14:textId="621E0615">
      <w:pPr>
        <w:pStyle w:val="Intestazione"/>
        <w:ind w:left="0"/>
        <w:jc w:val="both"/>
        <w:rPr>
          <w:b/>
          <w:szCs w:val="18"/>
        </w:rPr>
      </w:pPr>
      <w:r w:rsidRPr="00512233">
        <w:rPr>
          <w:b/>
          <w:szCs w:val="18"/>
        </w:rPr>
        <w:t>Servizio</w:t>
      </w:r>
      <w:r w:rsidR="00EC7C3D">
        <w:rPr>
          <w:b/>
          <w:szCs w:val="18"/>
        </w:rPr>
        <w:t xml:space="preserve"> Partecipazione, Giovani e Pari Opportunità</w:t>
      </w:r>
    </w:p>
    <w:p w:rsidR="00965781" w:rsidP="00A07BB6" w:rsidRDefault="00965781" w14:paraId="01D5AC97" w14:textId="77777777">
      <w:pPr>
        <w:tabs>
          <w:tab w:val="num" w:pos="1418"/>
        </w:tabs>
        <w:ind w:left="1418"/>
        <w:jc w:val="both"/>
        <w:rPr>
          <w:rFonts w:ascii="Trebuchet MS" w:hAnsi="Trebuchet MS"/>
          <w:sz w:val="22"/>
          <w:szCs w:val="22"/>
        </w:rPr>
      </w:pPr>
    </w:p>
    <w:p w:rsidR="00965781" w:rsidP="00A07BB6" w:rsidRDefault="00965781" w14:paraId="01D5AC99" w14:textId="77777777">
      <w:pPr>
        <w:tabs>
          <w:tab w:val="num" w:pos="1418"/>
        </w:tabs>
        <w:ind w:left="1418"/>
        <w:jc w:val="both"/>
        <w:rPr>
          <w:rFonts w:ascii="Trebuchet MS" w:hAnsi="Trebuchet MS"/>
          <w:sz w:val="22"/>
          <w:szCs w:val="22"/>
        </w:rPr>
      </w:pPr>
    </w:p>
    <w:p w:rsidR="00397597" w:rsidP="00397597" w:rsidRDefault="009E1548" w14:paraId="01D5AC9A" w14:textId="77777777">
      <w:pPr>
        <w:tabs>
          <w:tab w:val="left" w:pos="6551"/>
        </w:tabs>
        <w:ind w:left="284" w:right="709"/>
        <w:jc w:val="both"/>
        <w:rPr>
          <w:rFonts w:ascii="Trebuchet MS" w:hAnsi="Trebuchet MS" w:cs="TrebuchetMS"/>
          <w:sz w:val="22"/>
          <w:szCs w:val="22"/>
        </w:rPr>
      </w:pPr>
      <w:r>
        <w:rPr>
          <w:rFonts w:ascii="Trebuchet MS" w:hAnsi="Trebuchet MS" w:cs="TrebuchetMS"/>
          <w:sz w:val="22"/>
          <w:szCs w:val="22"/>
        </w:rPr>
        <w:t xml:space="preserve">                                                     </w:t>
      </w:r>
      <w:r w:rsidR="00397597">
        <w:rPr>
          <w:rFonts w:ascii="Trebuchet MS" w:hAnsi="Trebuchet MS" w:cs="TrebuchetMS"/>
          <w:sz w:val="22"/>
          <w:szCs w:val="22"/>
        </w:rPr>
        <w:t xml:space="preserve">                </w:t>
      </w:r>
      <w:r>
        <w:rPr>
          <w:rFonts w:ascii="Trebuchet MS" w:hAnsi="Trebuchet MS" w:cs="TrebuchetMS"/>
          <w:sz w:val="22"/>
          <w:szCs w:val="22"/>
        </w:rPr>
        <w:t xml:space="preserve">  </w:t>
      </w:r>
      <w:r w:rsidR="00397597">
        <w:rPr>
          <w:rFonts w:ascii="Trebuchet MS" w:hAnsi="Trebuchet MS" w:cs="TrebuchetMS"/>
          <w:sz w:val="22"/>
          <w:szCs w:val="22"/>
        </w:rPr>
        <w:t xml:space="preserve">  </w:t>
      </w:r>
    </w:p>
    <w:p w:rsidR="00397597" w:rsidP="00260E09" w:rsidRDefault="00397597" w14:paraId="01D5AC9B" w14:textId="77777777">
      <w:pPr>
        <w:tabs>
          <w:tab w:val="left" w:pos="6551"/>
        </w:tabs>
        <w:ind w:left="5529" w:right="709" w:hanging="5245"/>
        <w:jc w:val="both"/>
        <w:rPr>
          <w:rFonts w:ascii="Trebuchet MS" w:hAnsi="Trebuchet MS" w:cs="TrebuchetMS"/>
          <w:sz w:val="22"/>
          <w:szCs w:val="22"/>
        </w:rPr>
      </w:pPr>
      <w:r>
        <w:rPr>
          <w:rFonts w:ascii="Trebuchet MS" w:hAnsi="Trebuchet MS" w:cs="TrebuchetMS"/>
          <w:sz w:val="22"/>
          <w:szCs w:val="22"/>
        </w:rPr>
        <w:t xml:space="preserve">                                                                         </w:t>
      </w:r>
    </w:p>
    <w:p w:rsidR="00076B2A" w:rsidP="00260E09" w:rsidRDefault="00076B2A" w14:paraId="01D5AC9C" w14:textId="77777777">
      <w:pPr>
        <w:tabs>
          <w:tab w:val="left" w:pos="6551"/>
        </w:tabs>
        <w:ind w:left="5529" w:right="709" w:hanging="5245"/>
        <w:jc w:val="right"/>
        <w:rPr>
          <w:rFonts w:ascii="Trebuchet MS" w:hAnsi="Trebuchet MS" w:cs="TrebuchetMS"/>
          <w:sz w:val="22"/>
          <w:szCs w:val="22"/>
        </w:rPr>
      </w:pPr>
    </w:p>
    <w:p w:rsidR="001B2869" w:rsidP="2308D423" w:rsidRDefault="001B2869" w14:paraId="2CC5CDB8" w14:textId="28CFD378">
      <w:pPr>
        <w:ind w:left="-5"/>
        <w:jc w:val="right"/>
        <w:rPr>
          <w:rStyle w:val="normaltextrun"/>
          <w:rFonts w:ascii="Trebuchet MS" w:hAnsi="Trebuchet MS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Trebuchet MS" w:hAnsi="Trebuchet MS"/>
          <w:b/>
          <w:bCs/>
          <w:color w:val="000000"/>
          <w:sz w:val="22"/>
          <w:szCs w:val="22"/>
          <w:shd w:val="clear" w:color="auto" w:fill="FFFFFF"/>
        </w:rPr>
        <w:t>Allegato A)</w:t>
      </w:r>
    </w:p>
    <w:p w:rsidR="001B2869" w:rsidP="00037B0D" w:rsidRDefault="001B2869" w14:paraId="63E37A18" w14:textId="77777777">
      <w:pPr>
        <w:ind w:left="-5"/>
        <w:jc w:val="both"/>
        <w:rPr>
          <w:rStyle w:val="normaltextrun"/>
          <w:rFonts w:ascii="Trebuchet MS" w:hAnsi="Trebuchet MS"/>
          <w:b/>
          <w:bCs/>
          <w:color w:val="000000"/>
          <w:sz w:val="22"/>
          <w:szCs w:val="22"/>
          <w:shd w:val="clear" w:color="auto" w:fill="FFFFFF"/>
        </w:rPr>
      </w:pPr>
    </w:p>
    <w:p w:rsidR="000C35BD" w:rsidP="002E0F8F" w:rsidRDefault="001B2869" w14:paraId="37392670" w14:textId="478C4DFB">
      <w:pPr>
        <w:ind w:left="426"/>
        <w:jc w:val="both"/>
        <w:rPr>
          <w:rFonts w:ascii="Trebuchet MS" w:hAnsi="Trebuchet MS"/>
          <w:sz w:val="22"/>
          <w:szCs w:val="22"/>
        </w:rPr>
      </w:pPr>
      <w:r w:rsidR="001B2869">
        <w:rPr>
          <w:rStyle w:val="normaltextrun"/>
          <w:rFonts w:ascii="Trebuchet MS" w:hAnsi="Trebuchet MS"/>
          <w:b w:val="1"/>
          <w:bCs w:val="1"/>
          <w:color w:val="000000"/>
          <w:sz w:val="22"/>
          <w:szCs w:val="22"/>
          <w:shd w:val="clear" w:color="auto" w:fill="FFFFFF"/>
        </w:rPr>
        <w:t xml:space="preserve">DOMANDA DI PARTECIPAZIONE - AVVISO PUBBLICO FINALIZZATO ALL’ACQUISIZIONE DI MANIFESTAZIONI DI INTERESSE PER LA RICERCA DI PARTNER CON I QUALI PARTECIPARE AL BANDO “LA LOMBARDIA </w:t>
      </w:r>
      <w:r w:rsidR="002E0F8F">
        <w:rPr>
          <w:rStyle w:val="normaltextrun"/>
          <w:rFonts w:ascii="Trebuchet MS" w:hAnsi="Trebuchet MS"/>
          <w:b w:val="1"/>
          <w:bCs w:val="1"/>
          <w:color w:val="000000"/>
          <w:sz w:val="22"/>
          <w:szCs w:val="22"/>
          <w:shd w:val="clear" w:color="auto" w:fill="FFFFFF"/>
        </w:rPr>
        <w:t>È</w:t>
      </w:r>
      <w:r w:rsidR="001B2869">
        <w:rPr>
          <w:rStyle w:val="normaltextrun"/>
          <w:rFonts w:ascii="Trebuchet MS" w:hAnsi="Trebuchet MS"/>
          <w:b w:val="1"/>
          <w:bCs w:val="1"/>
          <w:color w:val="000000"/>
          <w:sz w:val="22"/>
          <w:szCs w:val="22"/>
          <w:shd w:val="clear" w:color="auto" w:fill="FFFFFF"/>
        </w:rPr>
        <w:t xml:space="preserve"> DEI GIOVANI – EDIZIONE 202</w:t>
      </w:r>
      <w:r w:rsidR="727ACD9D">
        <w:rPr>
          <w:rStyle w:val="normaltextrun"/>
          <w:rFonts w:ascii="Trebuchet MS" w:hAnsi="Trebuchet MS"/>
          <w:b w:val="1"/>
          <w:bCs w:val="1"/>
          <w:color w:val="000000"/>
          <w:sz w:val="22"/>
          <w:szCs w:val="22"/>
          <w:shd w:val="clear" w:color="auto" w:fill="FFFFFF"/>
        </w:rPr>
        <w:t xml:space="preserve">5</w:t>
      </w:r>
      <w:r w:rsidR="001B2869">
        <w:rPr>
          <w:rStyle w:val="normaltextrun"/>
          <w:rFonts w:ascii="Trebuchet MS" w:hAnsi="Trebuchet MS"/>
          <w:b w:val="1"/>
          <w:bCs w:val="1"/>
          <w:color w:val="000000"/>
          <w:sz w:val="22"/>
          <w:szCs w:val="22"/>
          <w:shd w:val="clear" w:color="auto" w:fill="FFFFFF"/>
        </w:rPr>
        <w:t xml:space="preserve">” DI REGIONE LOMBARDIA. </w:t>
      </w:r>
      <w:r w:rsidR="001B2869">
        <w:rPr>
          <w:rStyle w:val="eop"/>
          <w:rFonts w:ascii="Trebuchet MS" w:hAnsi="Trebuchet MS"/>
          <w:color w:val="000000"/>
          <w:sz w:val="22"/>
          <w:szCs w:val="22"/>
          <w:shd w:val="clear" w:color="auto" w:fill="FFFFFF"/>
        </w:rPr>
        <w:t> </w:t>
      </w:r>
    </w:p>
    <w:p w:rsidR="000C35BD" w:rsidP="002E0F8F" w:rsidRDefault="000C35BD" w14:paraId="406AED66" w14:textId="612235F9">
      <w:pPr>
        <w:ind w:left="426"/>
        <w:jc w:val="both"/>
        <w:rPr>
          <w:rFonts w:ascii="Trebuchet MS" w:hAnsi="Trebuchet MS"/>
          <w:sz w:val="22"/>
          <w:szCs w:val="22"/>
        </w:rPr>
      </w:pPr>
    </w:p>
    <w:p w:rsidRPr="00000A21" w:rsidR="000C35BD" w:rsidP="002E0F8F" w:rsidRDefault="000C35BD" w14:paraId="0FD58F35" w14:textId="0EE3A140">
      <w:pPr>
        <w:ind w:left="426"/>
        <w:jc w:val="both"/>
        <w:rPr>
          <w:rFonts w:ascii="Trebuchet MS" w:hAnsi="Trebuchet MS"/>
          <w:sz w:val="24"/>
          <w:szCs w:val="24"/>
        </w:rPr>
      </w:pPr>
    </w:p>
    <w:p w:rsidRPr="00000A21" w:rsidR="00000A21" w:rsidP="002E0F8F" w:rsidRDefault="00000A21" w14:paraId="5BE6D8F1" w14:textId="45902733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4"/>
          <w:szCs w:val="24"/>
        </w:rPr>
      </w:pPr>
      <w:r w:rsidRPr="00000A21">
        <w:rPr>
          <w:rFonts w:ascii="Trebuchet MS" w:hAnsi="Trebuchet MS" w:cs="Arial"/>
          <w:color w:val="000000"/>
          <w:sz w:val="24"/>
          <w:szCs w:val="24"/>
        </w:rPr>
        <w:t>Il sottoscritto</w:t>
      </w:r>
      <w:r>
        <w:rPr>
          <w:rFonts w:ascii="Trebuchet MS" w:hAnsi="Trebuchet MS" w:cs="Arial"/>
          <w:color w:val="000000"/>
          <w:sz w:val="24"/>
          <w:szCs w:val="24"/>
        </w:rPr>
        <w:t>:</w:t>
      </w:r>
      <w:r w:rsidRPr="00000A21">
        <w:rPr>
          <w:rFonts w:ascii="Trebuchet MS" w:hAnsi="Trebuchet MS" w:cs="Arial"/>
          <w:color w:val="000000"/>
          <w:sz w:val="24"/>
          <w:szCs w:val="24"/>
        </w:rPr>
        <w:t xml:space="preserve"> </w:t>
      </w:r>
    </w:p>
    <w:p w:rsidRPr="00000A21" w:rsidR="00000A21" w:rsidP="002E0F8F" w:rsidRDefault="00000A21" w14:paraId="58EE509D" w14:textId="5CF13246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>Cognome</w:t>
      </w:r>
      <w:r w:rsidR="002E0F8F">
        <w:rPr>
          <w:rFonts w:ascii="Trebuchet MS" w:hAnsi="Trebuchet MS" w:cs="Arial"/>
          <w:color w:val="000000"/>
          <w:sz w:val="22"/>
          <w:szCs w:val="22"/>
        </w:rPr>
        <w:t xml:space="preserve"> ……………………………………………………………………………………………………………………………….</w:t>
      </w: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 </w:t>
      </w:r>
    </w:p>
    <w:p w:rsidRPr="00000A21" w:rsidR="00000A21" w:rsidP="002E0F8F" w:rsidRDefault="00000A21" w14:paraId="5DE3A9FA" w14:textId="35C0DF83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>Nome</w:t>
      </w:r>
      <w:r w:rsidR="002E0F8F">
        <w:rPr>
          <w:rFonts w:ascii="Trebuchet MS" w:hAnsi="Trebuchet MS" w:cs="Arial"/>
          <w:color w:val="000000"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Pr="00000A21" w:rsidR="00000A21" w:rsidP="002E0F8F" w:rsidRDefault="00000A21" w14:paraId="6ED4A724" w14:textId="55089F31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>C.F</w:t>
      </w:r>
      <w:r w:rsidRPr="00000A21">
        <w:rPr>
          <w:rFonts w:ascii="Trebuchet MS" w:hAnsi="Trebuchet MS"/>
          <w:sz w:val="22"/>
          <w:szCs w:val="22"/>
        </w:rPr>
        <w:t xml:space="preserve">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:rsidR="002E0F8F" w:rsidP="002E0F8F" w:rsidRDefault="00000A21" w14:paraId="7AEF0489" w14:textId="39E1FB2A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Luogo di nascita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…………………………………………………………………………………………………………………….</w:t>
      </w:r>
    </w:p>
    <w:p w:rsidR="002E0F8F" w:rsidP="002E0F8F" w:rsidRDefault="002E0F8F" w14:paraId="6A80CF62" w14:textId="394F28D4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D</w:t>
      </w:r>
      <w:r w:rsidRPr="00000A21" w:rsidR="00000A21">
        <w:rPr>
          <w:rFonts w:ascii="Trebuchet MS" w:hAnsi="Trebuchet MS" w:cs="Arial"/>
          <w:color w:val="000000"/>
          <w:sz w:val="22"/>
          <w:szCs w:val="22"/>
        </w:rPr>
        <w:t xml:space="preserve">ata di nascita </w:t>
      </w:r>
      <w:r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……………………………………………………………………………………………………………………….</w:t>
      </w:r>
    </w:p>
    <w:p w:rsidRPr="00000A21" w:rsidR="00000A21" w:rsidP="002E0F8F" w:rsidRDefault="00000A21" w14:paraId="5BE24BBD" w14:textId="57756691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>Cittadinanza</w:t>
      </w:r>
      <w:r w:rsidR="002E0F8F">
        <w:rPr>
          <w:rFonts w:ascii="Trebuchet MS" w:hAnsi="Trebuchet MS" w:cs="Arial"/>
          <w:color w:val="000000"/>
          <w:sz w:val="22"/>
          <w:szCs w:val="22"/>
        </w:rPr>
        <w:t xml:space="preserve"> …………………………………………………………………………………………………………………………..</w:t>
      </w:r>
      <w:r w:rsidRPr="00000A21">
        <w:rPr>
          <w:rFonts w:ascii="Trebuchet MS" w:hAnsi="Trebuchet MS"/>
          <w:sz w:val="22"/>
          <w:szCs w:val="22"/>
        </w:rPr>
        <w:t xml:space="preserve"> </w:t>
      </w:r>
    </w:p>
    <w:p w:rsidRPr="00000A21" w:rsidR="00000A21" w:rsidP="002E0F8F" w:rsidRDefault="00000A21" w14:paraId="13808042" w14:textId="7110D893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Residente in Via/Piazza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Pr="00000A21" w:rsidR="001B2869" w:rsidP="002E0F8F" w:rsidRDefault="00000A21" w14:paraId="5EE06E73" w14:textId="532D65F1">
      <w:pPr>
        <w:ind w:left="426"/>
        <w:jc w:val="both"/>
        <w:rPr>
          <w:rFonts w:ascii="Trebuchet MS" w:hAnsi="Trebuchet MS"/>
          <w:sz w:val="24"/>
          <w:szCs w:val="24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>Comune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……………………………….…………………</w:t>
      </w:r>
      <w:r w:rsidR="00003FDF">
        <w:rPr>
          <w:rFonts w:ascii="Trebuchet MS" w:hAnsi="Trebuchet MS" w:cs="Arial"/>
          <w:color w:val="000000"/>
          <w:sz w:val="22"/>
          <w:szCs w:val="22"/>
        </w:rPr>
        <w:t>…….</w:t>
      </w:r>
      <w:r w:rsidRPr="00000A21">
        <w:rPr>
          <w:rFonts w:ascii="Trebuchet MS" w:hAnsi="Trebuchet MS" w:cs="Arial"/>
          <w:color w:val="000000"/>
          <w:sz w:val="22"/>
          <w:szCs w:val="22"/>
        </w:rPr>
        <w:t>Prov</w:t>
      </w:r>
      <w:r w:rsidR="00003FDF">
        <w:rPr>
          <w:rFonts w:ascii="Trebuchet MS" w:hAnsi="Trebuchet MS"/>
          <w:sz w:val="22"/>
          <w:szCs w:val="22"/>
        </w:rPr>
        <w:t xml:space="preserve"> …………………………Ca</w:t>
      </w:r>
      <w:r w:rsidRPr="00000A21">
        <w:rPr>
          <w:rFonts w:ascii="Trebuchet MS" w:hAnsi="Trebuchet MS" w:cs="Arial"/>
          <w:color w:val="000000"/>
          <w:sz w:val="22"/>
          <w:szCs w:val="22"/>
        </w:rPr>
        <w:t>p</w:t>
      </w:r>
      <w:r w:rsidRPr="00000A21">
        <w:rPr>
          <w:rFonts w:ascii="Trebuchet MS" w:hAnsi="Trebuchet MS"/>
          <w:sz w:val="22"/>
          <w:szCs w:val="22"/>
        </w:rPr>
        <w:t xml:space="preserve"> </w:t>
      </w:r>
      <w:r w:rsidR="002E0F8F">
        <w:rPr>
          <w:rFonts w:ascii="Trebuchet MS" w:hAnsi="Trebuchet MS"/>
          <w:sz w:val="22"/>
          <w:szCs w:val="22"/>
        </w:rPr>
        <w:t>…</w:t>
      </w:r>
      <w:r w:rsidR="00003FDF">
        <w:rPr>
          <w:rFonts w:ascii="Trebuchet MS" w:hAnsi="Trebuchet MS"/>
          <w:sz w:val="22"/>
          <w:szCs w:val="22"/>
        </w:rPr>
        <w:t>…………………………….</w:t>
      </w:r>
    </w:p>
    <w:p w:rsidR="001B2869" w:rsidP="002E0F8F" w:rsidRDefault="001B2869" w14:paraId="1B43135C" w14:textId="774A7FB1">
      <w:pPr>
        <w:ind w:left="426"/>
        <w:jc w:val="both"/>
        <w:rPr>
          <w:rFonts w:ascii="Trebuchet MS" w:hAnsi="Trebuchet MS"/>
          <w:sz w:val="22"/>
          <w:szCs w:val="22"/>
        </w:rPr>
      </w:pPr>
    </w:p>
    <w:p w:rsidR="00000A21" w:rsidP="002E0F8F" w:rsidRDefault="00000A21" w14:paraId="366D2CD0" w14:textId="4701940F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4"/>
          <w:szCs w:val="24"/>
        </w:rPr>
      </w:pPr>
      <w:r w:rsidRPr="00000A21">
        <w:rPr>
          <w:rFonts w:ascii="Trebuchet MS" w:hAnsi="Trebuchet MS" w:cs="Arial"/>
          <w:color w:val="000000"/>
          <w:sz w:val="24"/>
          <w:szCs w:val="24"/>
        </w:rPr>
        <w:t>Quale Rappresentante Legale</w:t>
      </w:r>
      <w:r>
        <w:rPr>
          <w:rFonts w:ascii="Trebuchet MS" w:hAnsi="Trebuchet MS" w:cs="Arial"/>
          <w:color w:val="000000"/>
          <w:sz w:val="24"/>
          <w:szCs w:val="24"/>
        </w:rPr>
        <w:t xml:space="preserve"> di:</w:t>
      </w:r>
    </w:p>
    <w:p w:rsidRPr="00000A21" w:rsidR="002E0F8F" w:rsidP="002E0F8F" w:rsidRDefault="002E0F8F" w14:paraId="2299CB15" w14:textId="0FACC025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4"/>
          <w:szCs w:val="24"/>
        </w:rPr>
      </w:pPr>
      <w:r>
        <w:rPr>
          <w:rFonts w:ascii="Trebuchet MS" w:hAnsi="Trebuchet MS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000A21" w:rsidR="00000A21" w:rsidP="002E0F8F" w:rsidRDefault="00000A21" w14:paraId="60099449" w14:textId="1E76DC8C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  </w:t>
      </w:r>
    </w:p>
    <w:p w:rsidRPr="00000A21" w:rsidR="00000A21" w:rsidP="002E0F8F" w:rsidRDefault="00000A21" w14:paraId="6A8A9E17" w14:textId="42B49D83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Avente sede legale in</w:t>
      </w: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</w:t>
      </w:r>
      <w:r w:rsidR="00003FDF">
        <w:rPr>
          <w:rFonts w:ascii="Trebuchet MS" w:hAnsi="Trebuchet MS" w:cs="Arial"/>
          <w:color w:val="000000"/>
          <w:sz w:val="22"/>
          <w:szCs w:val="22"/>
        </w:rPr>
        <w:t>……………………………</w:t>
      </w:r>
    </w:p>
    <w:p w:rsidR="00000A21" w:rsidP="002E0F8F" w:rsidRDefault="00000A21" w14:paraId="62DFD5EF" w14:textId="208101E6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E sede operativa in</w:t>
      </w:r>
      <w:r w:rsidRPr="00000A21">
        <w:rPr>
          <w:rFonts w:ascii="Trebuchet MS" w:hAnsi="Trebuchet MS"/>
          <w:sz w:val="22"/>
          <w:szCs w:val="22"/>
        </w:rPr>
        <w:t xml:space="preserve">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003FDF">
        <w:rPr>
          <w:rFonts w:ascii="Trebuchet MS" w:hAnsi="Trebuchet MS" w:cs="Arial"/>
          <w:color w:val="000000"/>
          <w:sz w:val="22"/>
          <w:szCs w:val="22"/>
        </w:rPr>
        <w:t>………………………..</w:t>
      </w:r>
    </w:p>
    <w:p w:rsidRPr="001B2869" w:rsidR="00000A21" w:rsidP="002E0F8F" w:rsidRDefault="00000A21" w14:paraId="642875BD" w14:textId="77777777">
      <w:pPr>
        <w:ind w:left="426"/>
        <w:jc w:val="both"/>
        <w:rPr>
          <w:rFonts w:ascii="Trebuchet MS" w:hAnsi="Trebuchet MS"/>
          <w:i/>
          <w:iCs/>
          <w:sz w:val="18"/>
          <w:szCs w:val="18"/>
        </w:rPr>
      </w:pPr>
      <w:r w:rsidRPr="001B2869">
        <w:rPr>
          <w:rFonts w:ascii="Trebuchet MS" w:hAnsi="Trebuchet MS"/>
          <w:i/>
          <w:iCs/>
          <w:sz w:val="18"/>
          <w:szCs w:val="18"/>
        </w:rPr>
        <w:t>(compilare solo se sede legale e operativa sono differenti)</w:t>
      </w:r>
    </w:p>
    <w:p w:rsidRPr="00000A21" w:rsidR="00000A21" w:rsidP="002E0F8F" w:rsidRDefault="00000A21" w14:paraId="54020FC3" w14:textId="77777777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</w:p>
    <w:p w:rsidRPr="00000A21" w:rsidR="00000A21" w:rsidP="002E0F8F" w:rsidRDefault="00000A21" w14:paraId="401F1C26" w14:textId="58033588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E-mail</w:t>
      </w: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003FDF">
        <w:rPr>
          <w:rFonts w:ascii="Trebuchet MS" w:hAnsi="Trebuchet MS" w:cs="Arial"/>
          <w:color w:val="000000"/>
          <w:sz w:val="22"/>
          <w:szCs w:val="22"/>
        </w:rPr>
        <w:t>…………….</w:t>
      </w:r>
    </w:p>
    <w:p w:rsidRPr="00000A21" w:rsidR="00000A21" w:rsidP="002E0F8F" w:rsidRDefault="00000A21" w14:paraId="642A374B" w14:textId="25DE5991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PEC</w:t>
      </w: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003FDF">
        <w:rPr>
          <w:rFonts w:ascii="Trebuchet MS" w:hAnsi="Trebuchet MS" w:cs="Arial"/>
          <w:color w:val="000000"/>
          <w:sz w:val="22"/>
          <w:szCs w:val="22"/>
        </w:rPr>
        <w:t>………………….</w:t>
      </w:r>
    </w:p>
    <w:p w:rsidR="00000A21" w:rsidP="002E0F8F" w:rsidRDefault="00000A21" w14:paraId="6A8786C5" w14:textId="228F7DB9">
      <w:pPr>
        <w:autoSpaceDE w:val="0"/>
        <w:autoSpaceDN w:val="0"/>
        <w:adjustRightInd w:val="0"/>
        <w:spacing w:after="60"/>
        <w:ind w:left="426"/>
        <w:rPr>
          <w:rFonts w:ascii="Trebuchet MS" w:hAnsi="Trebuchet MS" w:cs="Arial"/>
          <w:color w:val="000000"/>
          <w:sz w:val="22"/>
          <w:szCs w:val="22"/>
        </w:rPr>
      </w:pPr>
      <w:r>
        <w:rPr>
          <w:rFonts w:ascii="Trebuchet MS" w:hAnsi="Trebuchet MS" w:cs="Arial"/>
          <w:color w:val="000000"/>
          <w:sz w:val="22"/>
          <w:szCs w:val="22"/>
        </w:rPr>
        <w:t>Codice Fiscale</w:t>
      </w:r>
      <w:r w:rsidRPr="00000A21">
        <w:rPr>
          <w:rFonts w:ascii="Trebuchet MS" w:hAnsi="Trebuchet MS" w:cs="Arial"/>
          <w:color w:val="000000"/>
          <w:sz w:val="22"/>
          <w:szCs w:val="22"/>
        </w:rPr>
        <w:t xml:space="preserve"> </w:t>
      </w:r>
      <w:r w:rsidR="002E0F8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………………………………………………………………………</w:t>
      </w:r>
      <w:r w:rsidR="00003FDF">
        <w:rPr>
          <w:rFonts w:ascii="Trebuchet MS" w:hAnsi="Trebuchet MS" w:cs="Arial"/>
          <w:color w:val="000000"/>
          <w:sz w:val="22"/>
          <w:szCs w:val="22"/>
        </w:rPr>
        <w:t>…………………………………………………</w:t>
      </w:r>
    </w:p>
    <w:p w:rsidR="002E0F8F" w:rsidP="0C0834F9" w:rsidRDefault="002E0F8F" w14:paraId="253B8423" w14:textId="76EA4E1F">
      <w:pPr>
        <w:spacing w:after="60"/>
        <w:ind w:left="426"/>
        <w:rPr>
          <w:rFonts w:ascii="Trebuchet MS" w:hAnsi="Trebuchet MS" w:cs="Arial"/>
          <w:color w:val="000000" w:themeColor="text1" w:themeTint="FF" w:themeShade="FF"/>
          <w:sz w:val="22"/>
          <w:szCs w:val="22"/>
        </w:rPr>
      </w:pPr>
      <w:r w:rsidRPr="0C0834F9" w:rsidR="00000A21">
        <w:rPr>
          <w:rFonts w:ascii="Trebuchet MS" w:hAnsi="Trebuchet MS" w:cs="Arial"/>
          <w:color w:val="000000" w:themeColor="text1" w:themeTint="FF" w:themeShade="FF"/>
          <w:sz w:val="22"/>
          <w:szCs w:val="22"/>
        </w:rPr>
        <w:t>P.IVA</w:t>
      </w:r>
      <w:r w:rsidRPr="0C0834F9" w:rsidR="002E0F8F">
        <w:rPr>
          <w:rFonts w:ascii="Trebuchet MS" w:hAnsi="Trebuchet MS" w:cs="Arial"/>
          <w:color w:val="000000" w:themeColor="text1" w:themeTint="FF" w:themeShade="FF"/>
          <w:sz w:val="22"/>
          <w:szCs w:val="22"/>
        </w:rPr>
        <w:t xml:space="preserve"> ………………………………………………………………………………………………………………………………</w:t>
      </w:r>
      <w:r w:rsidRPr="0C0834F9" w:rsidR="00003FDF">
        <w:rPr>
          <w:rFonts w:ascii="Trebuchet MS" w:hAnsi="Trebuchet MS" w:cs="Arial"/>
          <w:color w:val="000000" w:themeColor="text1" w:themeTint="FF" w:themeShade="FF"/>
          <w:sz w:val="22"/>
          <w:szCs w:val="22"/>
        </w:rPr>
        <w:t>……….</w:t>
      </w:r>
    </w:p>
    <w:p w:rsidR="002E0F8F" w:rsidP="002E0F8F" w:rsidRDefault="002E0F8F" w14:paraId="45293B26" w14:textId="77777777">
      <w:pPr>
        <w:ind w:left="426"/>
        <w:jc w:val="both"/>
        <w:rPr>
          <w:rFonts w:ascii="Trebuchet MS" w:hAnsi="Trebuchet MS"/>
          <w:sz w:val="24"/>
          <w:szCs w:val="24"/>
        </w:rPr>
      </w:pPr>
    </w:p>
    <w:p w:rsidR="002E0F8F" w:rsidP="002E0F8F" w:rsidRDefault="002E0F8F" w14:paraId="771E7ED5" w14:textId="77777777">
      <w:pPr>
        <w:ind w:left="426"/>
        <w:jc w:val="both"/>
        <w:rPr>
          <w:rFonts w:ascii="Trebuchet MS" w:hAnsi="Trebuchet MS"/>
          <w:sz w:val="24"/>
          <w:szCs w:val="24"/>
        </w:rPr>
      </w:pPr>
    </w:p>
    <w:p w:rsidR="002E0F8F" w:rsidP="002E0F8F" w:rsidRDefault="002E0F8F" w14:paraId="2DFA9928" w14:textId="77777777">
      <w:pPr>
        <w:ind w:left="426"/>
        <w:jc w:val="both"/>
        <w:rPr>
          <w:rFonts w:ascii="Trebuchet MS" w:hAnsi="Trebuchet MS"/>
          <w:sz w:val="24"/>
          <w:szCs w:val="24"/>
        </w:rPr>
      </w:pPr>
    </w:p>
    <w:p w:rsidR="001B2869" w:rsidP="00003FDF" w:rsidRDefault="001B2869" w14:paraId="3C64C369" w14:textId="01D26C1A">
      <w:pPr>
        <w:ind w:left="993"/>
        <w:jc w:val="both"/>
        <w:rPr>
          <w:rFonts w:ascii="Trebuchet MS" w:hAnsi="Trebuchet MS"/>
          <w:sz w:val="22"/>
          <w:szCs w:val="22"/>
        </w:rPr>
      </w:pPr>
      <w:r w:rsidRPr="00000A21">
        <w:rPr>
          <w:rFonts w:ascii="Trebuchet MS" w:hAnsi="Trebuchet MS"/>
          <w:sz w:val="24"/>
          <w:szCs w:val="24"/>
        </w:rPr>
        <w:t>In qualità di:</w:t>
      </w:r>
    </w:p>
    <w:p w:rsidR="001B2869" w:rsidP="00003FDF" w:rsidRDefault="001B2869" w14:paraId="6D73B14D" w14:textId="0A65D17C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001B2869" w:rsidP="00003FDF" w:rsidRDefault="001B2869" w14:paraId="7F2234EB" w14:textId="5E552862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46631EB9" w:rsidP="00003FDF" w:rsidRDefault="46631EB9" w14:paraId="3D8436E4" w14:textId="0952BBBD">
      <w:pPr>
        <w:pStyle w:val="paragraph"/>
        <w:numPr>
          <w:ilvl w:val="0"/>
          <w:numId w:val="42"/>
        </w:numPr>
        <w:spacing w:before="0" w:beforeAutospacing="0" w:after="0" w:afterAutospacing="0"/>
        <w:ind w:left="993"/>
        <w:jc w:val="both"/>
        <w:rPr>
          <w:rFonts w:ascii="Trebuchet MS" w:hAnsi="Trebuchet MS" w:eastAsia="Trebuchet MS" w:cs="Trebuchet MS"/>
          <w:color w:val="000000" w:themeColor="text1"/>
          <w:sz w:val="22"/>
          <w:szCs w:val="22"/>
        </w:rPr>
      </w:pPr>
      <w:r w:rsidRPr="2308D423">
        <w:rPr>
          <w:rFonts w:ascii="Trebuchet MS" w:hAnsi="Trebuchet MS" w:eastAsia="Trebuchet MS" w:cs="Trebuchet MS"/>
          <w:color w:val="000000" w:themeColor="text1"/>
          <w:sz w:val="22"/>
          <w:szCs w:val="22"/>
        </w:rPr>
        <w:t>Comuni in forma singola o associata, Comunità montane e Enti Locali;</w:t>
      </w:r>
    </w:p>
    <w:p w:rsidR="46631EB9" w:rsidP="00003FDF" w:rsidRDefault="46631EB9" w14:paraId="6435BE19" w14:textId="62B5FDBC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Aziende speciali/Consorzi capofila di Ambito territoriali;</w:t>
      </w:r>
    </w:p>
    <w:p w:rsidR="46631EB9" w:rsidP="00003FDF" w:rsidRDefault="46631EB9" w14:paraId="3741C8BE" w14:textId="05551729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641F5D33">
        <w:rPr>
          <w:rFonts w:eastAsia="Trebuchet MS"/>
          <w:color w:val="000000" w:themeColor="text1"/>
          <w:sz w:val="22"/>
          <w:szCs w:val="22"/>
        </w:rPr>
        <w:t>Associazioni senza finalità di lucro /Enti del terzo settore di cui al D.lgs. 117/2017 e, nelle more dell’attivazione del registro Unico Nazionale del terzo Settore, le organizzazioni iscritte: ai registri regionali del volontariato, ai registri delle associ</w:t>
      </w:r>
      <w:r w:rsidRPr="641F5D33" w:rsidR="4A81C95C">
        <w:rPr>
          <w:rFonts w:eastAsia="Trebuchet MS"/>
          <w:color w:val="000000" w:themeColor="text1"/>
          <w:sz w:val="22"/>
          <w:szCs w:val="22"/>
        </w:rPr>
        <w:t>a</w:t>
      </w:r>
      <w:r w:rsidRPr="641F5D33">
        <w:rPr>
          <w:rFonts w:eastAsia="Trebuchet MS"/>
          <w:color w:val="000000" w:themeColor="text1"/>
          <w:sz w:val="22"/>
          <w:szCs w:val="22"/>
        </w:rPr>
        <w:t>zioni di promozione sociale, all’albo nazionale delle ONG e al registro delle ONLUS;</w:t>
      </w:r>
    </w:p>
    <w:p w:rsidR="46631EB9" w:rsidP="00003FDF" w:rsidRDefault="46631EB9" w14:paraId="686B6782" w14:textId="46835475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Associazioni e società sportive dilettantistiche senza scopo di lucro (ASD/SSD) iscritte al registro CONI o CIP, con affiliazione FSN/FSNP/DSA/DSAP/EPS/EPSP;</w:t>
      </w:r>
    </w:p>
    <w:p w:rsidR="46631EB9" w:rsidP="00003FDF" w:rsidRDefault="46631EB9" w14:paraId="768DDD7C" w14:textId="46C4F692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Enti, fondazioni e altri soggetti di diritto privato senza fine di lucro e con obbligo statutario di reinvestire gli utili nell’attività di impresa;</w:t>
      </w:r>
    </w:p>
    <w:p w:rsidR="46631EB9" w:rsidP="00003FDF" w:rsidRDefault="46631EB9" w14:paraId="4A902B93" w14:textId="05E69DA7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Cooperative sociali;</w:t>
      </w:r>
    </w:p>
    <w:p w:rsidR="46631EB9" w:rsidP="00003FDF" w:rsidRDefault="46631EB9" w14:paraId="56F18E98" w14:textId="51B58972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Associazioni, Consulte giovanili, gruppi spontanei non riconosciuti composti da soci di età uguale o inferiore ai 34 anni;</w:t>
      </w:r>
    </w:p>
    <w:p w:rsidR="46631EB9" w:rsidP="00003FDF" w:rsidRDefault="46631EB9" w14:paraId="4912EBC9" w14:textId="6DE2BCB0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Istituzioni scolastiche e formative di ogni ordine e grado, pubbliche e paritarie;</w:t>
      </w:r>
    </w:p>
    <w:p w:rsidR="46631EB9" w:rsidP="00003FDF" w:rsidRDefault="46631EB9" w14:paraId="475C5F11" w14:textId="12667850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Enti accreditati per i Servizi di Istruzione e Formazione Professionale e al lavoro;</w:t>
      </w:r>
    </w:p>
    <w:p w:rsidR="46631EB9" w:rsidP="00003FDF" w:rsidRDefault="46631EB9" w14:paraId="1452E744" w14:textId="7DA5467F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Enti religiosi (inclusi gli oratori);</w:t>
      </w:r>
    </w:p>
    <w:p w:rsidR="46631EB9" w:rsidP="00003FDF" w:rsidRDefault="46631EB9" w14:paraId="19DA6982" w14:textId="53772019">
      <w:pPr>
        <w:pStyle w:val="Default"/>
        <w:numPr>
          <w:ilvl w:val="0"/>
          <w:numId w:val="42"/>
        </w:numPr>
        <w:ind w:left="993" w:right="566"/>
        <w:jc w:val="both"/>
        <w:rPr>
          <w:rFonts w:eastAsia="Trebuchet MS"/>
          <w:color w:val="000000" w:themeColor="text1"/>
          <w:sz w:val="22"/>
          <w:szCs w:val="22"/>
        </w:rPr>
      </w:pPr>
      <w:r w:rsidRPr="2308D423">
        <w:rPr>
          <w:rFonts w:eastAsia="Trebuchet MS"/>
          <w:color w:val="000000" w:themeColor="text1"/>
          <w:sz w:val="22"/>
          <w:szCs w:val="22"/>
        </w:rPr>
        <w:t>Enti del Sistema Sanitario Regionale, strutture socio-sanitarie, strutture Unità d’offerta sociale;</w:t>
      </w:r>
    </w:p>
    <w:p w:rsidR="46631EB9" w:rsidP="00003FDF" w:rsidRDefault="46631EB9" w14:paraId="6A1DB891" w14:textId="660D5757">
      <w:pPr>
        <w:pStyle w:val="Paragrafoelenco"/>
        <w:numPr>
          <w:ilvl w:val="0"/>
          <w:numId w:val="42"/>
        </w:numPr>
        <w:spacing w:after="160" w:line="259" w:lineRule="auto"/>
        <w:ind w:left="993" w:right="566"/>
        <w:jc w:val="both"/>
        <w:rPr>
          <w:rFonts w:ascii="Trebuchet MS" w:hAnsi="Trebuchet MS" w:eastAsia="Trebuchet MS" w:cs="Trebuchet MS"/>
          <w:color w:val="000000" w:themeColor="text1"/>
        </w:rPr>
      </w:pPr>
      <w:r w:rsidRPr="2308D423">
        <w:rPr>
          <w:rFonts w:ascii="Trebuchet MS" w:hAnsi="Trebuchet MS" w:eastAsia="Trebuchet MS" w:cs="Trebuchet MS"/>
          <w:color w:val="000000" w:themeColor="text1"/>
        </w:rPr>
        <w:t>Associazioni di categoria e rappresentanze delle imprese;</w:t>
      </w:r>
    </w:p>
    <w:p w:rsidR="001B2869" w:rsidP="00003FDF" w:rsidRDefault="001B2869" w14:paraId="03FB321D" w14:textId="18A1B8F3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00D6435E" w:rsidP="5667523F" w:rsidRDefault="00D6435E" w14:paraId="29B6DDD1" w14:textId="7074B5B7">
      <w:pPr>
        <w:ind w:left="993"/>
        <w:jc w:val="both"/>
        <w:rPr>
          <w:rFonts w:ascii="Trebuchet MS" w:hAnsi="Trebuchet MS"/>
          <w:sz w:val="22"/>
          <w:szCs w:val="22"/>
        </w:rPr>
      </w:pPr>
      <w:r w:rsidRPr="5667523F" w:rsidR="2060A845">
        <w:rPr>
          <w:rFonts w:ascii="Trebuchet MS" w:hAnsi="Trebuchet MS"/>
          <w:sz w:val="22"/>
          <w:szCs w:val="22"/>
        </w:rPr>
        <w:t>Capogruppo del partenariato composto da</w:t>
      </w:r>
    </w:p>
    <w:p w:rsidR="00D6435E" w:rsidP="00003FDF" w:rsidRDefault="00D6435E" w14:paraId="0F4100D9" w14:textId="16F40CA7">
      <w:pPr>
        <w:ind w:left="993"/>
        <w:jc w:val="both"/>
        <w:rPr>
          <w:rFonts w:ascii="Trebuchet MS" w:hAnsi="Trebuchet MS"/>
          <w:sz w:val="22"/>
          <w:szCs w:val="22"/>
        </w:rPr>
      </w:pPr>
      <w:r w:rsidRPr="5667523F" w:rsidR="2060A845">
        <w:rPr>
          <w:rFonts w:ascii="Trebuchet MS" w:hAnsi="Trebuchet MS"/>
          <w:sz w:val="22"/>
          <w:szCs w:val="22"/>
        </w:rPr>
        <w:t>______________________________________________________________________________________________________________________________________________</w:t>
      </w:r>
      <w:r w:rsidRPr="5667523F" w:rsidR="1420A3A9">
        <w:rPr>
          <w:rFonts w:ascii="Trebuchet MS" w:hAnsi="Trebuchet MS"/>
          <w:sz w:val="22"/>
          <w:szCs w:val="22"/>
        </w:rPr>
        <w:t>__</w:t>
      </w:r>
    </w:p>
    <w:p w:rsidR="5667523F" w:rsidP="5667523F" w:rsidRDefault="5667523F" w14:paraId="2397DE97" w14:textId="2E174F28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00D6435E" w:rsidP="00003FDF" w:rsidRDefault="00D6435E" w14:paraId="25F9363B" w14:textId="418F7C29">
      <w:pPr>
        <w:ind w:left="993"/>
        <w:jc w:val="both"/>
        <w:rPr>
          <w:rFonts w:ascii="Trebuchet MS" w:hAnsi="Trebuchet MS"/>
          <w:sz w:val="22"/>
          <w:szCs w:val="22"/>
        </w:rPr>
      </w:pPr>
      <w:r w:rsidRPr="5667523F" w:rsidR="00D6435E">
        <w:rPr>
          <w:rFonts w:ascii="Trebuchet MS" w:hAnsi="Trebuchet MS"/>
          <w:sz w:val="22"/>
          <w:szCs w:val="22"/>
        </w:rPr>
        <w:t>Ai sensi e per gli effetti degli artt. 46 e 47 del D.P.R. 445/00 e consapevol</w:t>
      </w:r>
      <w:r w:rsidRPr="5667523F" w:rsidR="1839A244">
        <w:rPr>
          <w:rFonts w:ascii="Trebuchet MS" w:hAnsi="Trebuchet MS"/>
          <w:sz w:val="22"/>
          <w:szCs w:val="22"/>
        </w:rPr>
        <w:t>e</w:t>
      </w:r>
      <w:r w:rsidRPr="5667523F" w:rsidR="00D6435E">
        <w:rPr>
          <w:rFonts w:ascii="Trebuchet MS" w:hAnsi="Trebuchet MS"/>
          <w:sz w:val="22"/>
          <w:szCs w:val="22"/>
        </w:rPr>
        <w:t xml:space="preserve"> delle sanzioni penali previste dall’art. 76 del medesimo D.P.R. per le ipotesi di falsità in atti e dichiarazioni mendaci</w:t>
      </w:r>
    </w:p>
    <w:p w:rsidR="00D6435E" w:rsidP="00003FDF" w:rsidRDefault="00D6435E" w14:paraId="3BA02DB2" w14:textId="0B05E979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00D6435E" w:rsidP="00003FDF" w:rsidRDefault="00D6435E" w14:paraId="7CDA7855" w14:textId="6447499E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00D6435E" w:rsidP="00003FDF" w:rsidRDefault="00D6435E" w14:paraId="1DE00C3D" w14:textId="36A90E02">
      <w:pPr>
        <w:ind w:left="993"/>
        <w:jc w:val="center"/>
        <w:rPr>
          <w:rFonts w:ascii="Trebuchet MS" w:hAnsi="Trebuchet MS"/>
          <w:b/>
          <w:bCs/>
          <w:sz w:val="22"/>
          <w:szCs w:val="22"/>
        </w:rPr>
      </w:pPr>
      <w:r w:rsidRPr="00D6435E">
        <w:rPr>
          <w:rFonts w:ascii="Trebuchet MS" w:hAnsi="Trebuchet MS"/>
          <w:b/>
          <w:bCs/>
          <w:sz w:val="22"/>
          <w:szCs w:val="22"/>
        </w:rPr>
        <w:t>DICHIARA</w:t>
      </w:r>
    </w:p>
    <w:p w:rsidR="00D6435E" w:rsidP="00003FDF" w:rsidRDefault="00D6435E" w14:paraId="0E8B2591" w14:textId="0B2CE00E">
      <w:pPr>
        <w:ind w:left="993"/>
        <w:jc w:val="center"/>
        <w:rPr>
          <w:rFonts w:ascii="Trebuchet MS" w:hAnsi="Trebuchet MS"/>
          <w:b/>
          <w:bCs/>
          <w:sz w:val="22"/>
          <w:szCs w:val="22"/>
        </w:rPr>
      </w:pPr>
    </w:p>
    <w:p w:rsidRPr="00BC03EC" w:rsidR="00D6435E" w:rsidP="00003FDF" w:rsidRDefault="00BC03EC" w14:paraId="539C2B49" w14:textId="3BFE8492">
      <w:pPr>
        <w:pStyle w:val="Paragrafoelenco"/>
        <w:numPr>
          <w:ilvl w:val="0"/>
          <w:numId w:val="43"/>
        </w:numPr>
        <w:ind w:left="993"/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l’insussistenza delle clausole di esclusione di cui agli artt 94 e 95 del D.lgs 36/2023;</w:t>
      </w:r>
    </w:p>
    <w:p w:rsidRPr="00BC03EC" w:rsidR="00BC03EC" w:rsidP="00003FDF" w:rsidRDefault="00BC03EC" w14:paraId="06EA25B0" w14:textId="5F65A743">
      <w:pPr>
        <w:pStyle w:val="Paragrafoelenco"/>
        <w:numPr>
          <w:ilvl w:val="0"/>
          <w:numId w:val="43"/>
        </w:numPr>
        <w:ind w:left="993"/>
        <w:jc w:val="both"/>
        <w:rPr>
          <w:rFonts w:ascii="Trebuchet MS" w:hAnsi="Trebuchet MS"/>
          <w:b w:val="1"/>
          <w:bCs w:val="1"/>
        </w:rPr>
      </w:pPr>
      <w:r w:rsidRPr="5667523F" w:rsidR="69DADE40">
        <w:rPr>
          <w:rFonts w:ascii="Trebuchet MS" w:hAnsi="Trebuchet MS"/>
        </w:rPr>
        <w:t>che il partenariato è</w:t>
      </w:r>
      <w:r w:rsidRPr="5667523F" w:rsidR="00BC03EC">
        <w:rPr>
          <w:rFonts w:ascii="Trebuchet MS" w:hAnsi="Trebuchet MS"/>
        </w:rPr>
        <w:t xml:space="preserve"> in possesso di esperienze e competenze nell’ambito delle aree di intervento in oggetto (come meglio specificato nell’Allegato C).</w:t>
      </w:r>
    </w:p>
    <w:p w:rsidR="00BC03EC" w:rsidP="00003FDF" w:rsidRDefault="00BC03EC" w14:paraId="74653899" w14:textId="0A79E086">
      <w:pPr>
        <w:ind w:left="993"/>
        <w:jc w:val="both"/>
        <w:rPr>
          <w:rFonts w:ascii="Trebuchet MS" w:hAnsi="Trebuchet MS"/>
          <w:b/>
          <w:bCs/>
        </w:rPr>
      </w:pPr>
    </w:p>
    <w:p w:rsidR="002E0F8F" w:rsidP="00003FDF" w:rsidRDefault="002E0F8F" w14:paraId="1D44C3D0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3BC41002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7F426ADD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5968D370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5ED4B3E9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2167CFCB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30CAB994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26F062CA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06D5AF63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3AEF726A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51F948E2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0D11C5BD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2E0F8F" w:rsidP="00003FDF" w:rsidRDefault="002E0F8F" w14:paraId="6C75A90E" w14:textId="77777777">
      <w:pPr>
        <w:ind w:left="993"/>
        <w:jc w:val="center"/>
        <w:rPr>
          <w:rFonts w:ascii="Trebuchet MS" w:hAnsi="Trebuchet MS"/>
          <w:b/>
          <w:bCs/>
        </w:rPr>
      </w:pPr>
    </w:p>
    <w:p w:rsidR="00BC03EC" w:rsidP="00003FDF" w:rsidRDefault="00BC03EC" w14:paraId="00A721CA" w14:textId="7DDB987B">
      <w:pPr>
        <w:ind w:left="993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DICHIARA INOLTRE</w:t>
      </w:r>
    </w:p>
    <w:p w:rsidR="00BC03EC" w:rsidP="00003FDF" w:rsidRDefault="00BC03EC" w14:paraId="6BBFF39E" w14:textId="3DF1DB20">
      <w:pPr>
        <w:ind w:left="993"/>
        <w:jc w:val="center"/>
        <w:rPr>
          <w:rFonts w:ascii="Trebuchet MS" w:hAnsi="Trebuchet MS"/>
          <w:b/>
          <w:bCs/>
        </w:rPr>
      </w:pPr>
    </w:p>
    <w:p w:rsidR="00BC03EC" w:rsidP="00003FDF" w:rsidRDefault="00BC03EC" w14:paraId="027035AB" w14:textId="04E58E31">
      <w:pPr>
        <w:ind w:left="993"/>
        <w:jc w:val="both"/>
        <w:rPr>
          <w:rFonts w:ascii="Trebuchet MS" w:hAnsi="Trebuchet MS"/>
          <w:sz w:val="22"/>
          <w:szCs w:val="22"/>
        </w:rPr>
      </w:pPr>
      <w:r w:rsidRPr="5667523F" w:rsidR="11857591">
        <w:rPr>
          <w:rFonts w:ascii="Trebuchet MS" w:hAnsi="Trebuchet MS"/>
          <w:sz w:val="22"/>
          <w:szCs w:val="22"/>
        </w:rPr>
        <w:t>Che il partenariato</w:t>
      </w:r>
      <w:r w:rsidRPr="5667523F" w:rsidR="00BC03EC">
        <w:rPr>
          <w:rFonts w:ascii="Trebuchet MS" w:hAnsi="Trebuchet MS"/>
          <w:sz w:val="22"/>
          <w:szCs w:val="22"/>
        </w:rPr>
        <w:t xml:space="preserve"> </w:t>
      </w:r>
      <w:r w:rsidRPr="5667523F" w:rsidR="11857591">
        <w:rPr>
          <w:rFonts w:ascii="Trebuchet MS" w:hAnsi="Trebuchet MS"/>
          <w:sz w:val="22"/>
          <w:szCs w:val="22"/>
        </w:rPr>
        <w:t xml:space="preserve">s’impegna </w:t>
      </w:r>
      <w:r w:rsidRPr="5667523F" w:rsidR="00BC03EC">
        <w:rPr>
          <w:rFonts w:ascii="Trebuchet MS" w:hAnsi="Trebuchet MS"/>
          <w:sz w:val="22"/>
          <w:szCs w:val="22"/>
        </w:rPr>
        <w:t xml:space="preserve">a cofinanziare con risorse proprie l’attività progettuale nella misura minima del </w:t>
      </w:r>
      <w:r w:rsidRPr="5667523F" w:rsidR="588683FA">
        <w:rPr>
          <w:rFonts w:ascii="Trebuchet MS" w:hAnsi="Trebuchet MS"/>
          <w:sz w:val="22"/>
          <w:szCs w:val="22"/>
        </w:rPr>
        <w:t>3</w:t>
      </w:r>
      <w:r w:rsidRPr="5667523F" w:rsidR="00BC03EC">
        <w:rPr>
          <w:rFonts w:ascii="Trebuchet MS" w:hAnsi="Trebuchet MS"/>
          <w:sz w:val="22"/>
          <w:szCs w:val="22"/>
        </w:rPr>
        <w:t xml:space="preserve">0% calcolata sul </w:t>
      </w:r>
      <w:r w:rsidRPr="5667523F" w:rsidR="3C82301B">
        <w:rPr>
          <w:rFonts w:ascii="Trebuchet MS" w:hAnsi="Trebuchet MS"/>
          <w:sz w:val="22"/>
          <w:szCs w:val="22"/>
        </w:rPr>
        <w:t>valore totale delle proprie azioni progettuali</w:t>
      </w:r>
      <w:r w:rsidRPr="5667523F" w:rsidR="00BC03EC">
        <w:rPr>
          <w:rFonts w:ascii="Trebuchet MS" w:hAnsi="Trebuchet MS"/>
          <w:sz w:val="22"/>
          <w:szCs w:val="22"/>
        </w:rPr>
        <w:t>.</w:t>
      </w:r>
    </w:p>
    <w:p w:rsidR="00BC03EC" w:rsidP="00003FDF" w:rsidRDefault="00BC03EC" w14:paraId="3BAC9895" w14:textId="67664DB0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00BC03EC" w:rsidP="00003FDF" w:rsidRDefault="00BC03EC" w14:paraId="5ABF56AA" w14:textId="0530A4FF">
      <w:pPr>
        <w:ind w:left="993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Ai fini della partecipazione dichiara di aver allegato:</w:t>
      </w:r>
    </w:p>
    <w:p w:rsidR="00BC03EC" w:rsidP="00003FDF" w:rsidRDefault="00BC03EC" w14:paraId="36368528" w14:textId="649F240C">
      <w:pPr>
        <w:ind w:left="993"/>
        <w:jc w:val="both"/>
        <w:rPr>
          <w:rFonts w:ascii="Trebuchet MS" w:hAnsi="Trebuchet MS"/>
          <w:sz w:val="22"/>
          <w:szCs w:val="22"/>
        </w:rPr>
      </w:pPr>
    </w:p>
    <w:p w:rsidR="41F4724C" w:rsidP="0C0834F9" w:rsidRDefault="41F4724C" w14:paraId="3419C07D" w14:textId="63D31E81">
      <w:pPr>
        <w:pStyle w:val="Paragrafoelenco"/>
        <w:numPr>
          <w:ilvl w:val="1"/>
          <w:numId w:val="45"/>
        </w:numPr>
        <w:spacing w:after="259" w:line="249" w:lineRule="auto"/>
        <w:jc w:val="both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0C0834F9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Allegato B – Dichiarazione unica </w:t>
      </w:r>
    </w:p>
    <w:p w:rsidR="41F4724C" w:rsidP="0C0834F9" w:rsidRDefault="41F4724C" w14:paraId="14544075" w14:textId="247D22B3">
      <w:pPr>
        <w:pStyle w:val="Paragrafoelenco"/>
        <w:numPr>
          <w:ilvl w:val="1"/>
          <w:numId w:val="45"/>
        </w:numPr>
        <w:spacing w:after="259" w:line="249" w:lineRule="auto"/>
        <w:jc w:val="both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0C0834F9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Allegato C – Scheda progettuale </w:t>
      </w:r>
    </w:p>
    <w:p w:rsidR="41F4724C" w:rsidP="5667523F" w:rsidRDefault="41F4724C" w14:paraId="6BD6B77A" w14:textId="3EA62A92">
      <w:pPr>
        <w:pStyle w:val="Paragrafoelenco"/>
        <w:numPr>
          <w:ilvl w:val="1"/>
          <w:numId w:val="45"/>
        </w:numPr>
        <w:spacing w:after="259" w:line="249" w:lineRule="auto"/>
        <w:jc w:val="both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5667523F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Allegati D</w:t>
      </w:r>
      <w:r w:rsidRPr="5667523F" w:rsidR="633382E7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1</w:t>
      </w:r>
      <w:r w:rsidRPr="5667523F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e D</w:t>
      </w:r>
      <w:r w:rsidRPr="5667523F" w:rsidR="72511E12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2</w:t>
      </w:r>
      <w:r w:rsidRPr="5667523F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– Piano economico e calcolo spese</w:t>
      </w:r>
    </w:p>
    <w:p w:rsidR="41F4724C" w:rsidP="5667523F" w:rsidRDefault="41F4724C" w14:paraId="52D599B8" w14:textId="2BAB51FB">
      <w:pPr>
        <w:pStyle w:val="Paragrafoelenco"/>
        <w:numPr>
          <w:ilvl w:val="1"/>
          <w:numId w:val="45"/>
        </w:numPr>
        <w:spacing w:after="259" w:line="249" w:lineRule="auto"/>
        <w:jc w:val="both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5667523F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Allegato </w:t>
      </w:r>
      <w:r w:rsidRPr="5667523F" w:rsidR="0BD6E33A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E</w:t>
      </w:r>
      <w:r w:rsidRPr="5667523F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– Codice etico del Comune di Monza sottoscritto;</w:t>
      </w:r>
    </w:p>
    <w:p w:rsidR="41F4724C" w:rsidP="0C0834F9" w:rsidRDefault="41F4724C" w14:paraId="589E186B" w14:textId="3160F73A">
      <w:pPr>
        <w:pStyle w:val="Paragrafoelenco"/>
        <w:numPr>
          <w:ilvl w:val="1"/>
          <w:numId w:val="45"/>
        </w:numPr>
        <w:spacing w:after="259" w:line="249" w:lineRule="auto"/>
        <w:jc w:val="both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0C0834F9" w:rsidR="41F4724C"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>Copia del documento d’identità in corso di validità dei Legali Rappresentanti, in caso di firme autografe.</w:t>
      </w:r>
    </w:p>
    <w:p w:rsidR="0C0834F9" w:rsidP="0C0834F9" w:rsidRDefault="0C0834F9" w14:paraId="084B6A39" w14:textId="1C606BF1">
      <w:pPr>
        <w:pStyle w:val="Paragrafoelenco"/>
        <w:ind w:left="993"/>
        <w:jc w:val="both"/>
        <w:rPr>
          <w:rFonts w:ascii="Trebuchet MS" w:hAnsi="Trebuchet MS"/>
        </w:rPr>
      </w:pPr>
    </w:p>
    <w:p w:rsidR="00E85430" w:rsidP="00003FDF" w:rsidRDefault="00E85430" w14:paraId="4766CDD8" w14:textId="77777777">
      <w:pPr>
        <w:pStyle w:val="Paragrafoelenco"/>
        <w:autoSpaceDE w:val="0"/>
        <w:autoSpaceDN w:val="0"/>
        <w:adjustRightInd w:val="0"/>
        <w:ind w:left="993" w:right="-27"/>
        <w:jc w:val="both"/>
        <w:rPr>
          <w:rFonts w:ascii="Trebuchet MS" w:hAnsi="Trebuchet MS" w:cs="TrebuchetMS"/>
          <w:color w:val="000000" w:themeColor="text1"/>
        </w:rPr>
      </w:pPr>
    </w:p>
    <w:p w:rsidR="00E85430" w:rsidP="00003FDF" w:rsidRDefault="00E85430" w14:paraId="7E88A3C2" w14:textId="77777777">
      <w:pPr>
        <w:pStyle w:val="Paragrafoelenco"/>
        <w:autoSpaceDE w:val="0"/>
        <w:autoSpaceDN w:val="0"/>
        <w:adjustRightInd w:val="0"/>
        <w:ind w:left="993" w:right="-27"/>
        <w:jc w:val="both"/>
        <w:rPr>
          <w:rFonts w:ascii="Trebuchet MS" w:hAnsi="Trebuchet MS" w:cs="TrebuchetMS"/>
          <w:color w:val="000000" w:themeColor="text1"/>
        </w:rPr>
      </w:pPr>
    </w:p>
    <w:p w:rsidRPr="00000A21" w:rsidR="00037B0D" w:rsidP="00003FDF" w:rsidRDefault="00037B0D" w14:paraId="01D5AD5C" w14:textId="0BB9D250">
      <w:pPr>
        <w:pStyle w:val="Paragrafoelenco"/>
        <w:autoSpaceDE w:val="0"/>
        <w:autoSpaceDN w:val="0"/>
        <w:adjustRightInd w:val="0"/>
        <w:ind w:left="993" w:right="-27"/>
        <w:jc w:val="both"/>
        <w:rPr>
          <w:rFonts w:ascii="Trebuchet MS" w:hAnsi="Trebuchet MS" w:cs="TrebuchetMS"/>
          <w:color w:val="000000" w:themeColor="text1"/>
          <w:sz w:val="18"/>
          <w:szCs w:val="18"/>
        </w:rPr>
      </w:pPr>
      <w:r w:rsidRPr="00E85430">
        <w:rPr>
          <w:rFonts w:ascii="Trebuchet MS" w:hAnsi="Trebuchet MS" w:cs="TrebuchetMS"/>
          <w:color w:val="000000" w:themeColor="text1"/>
          <w:sz w:val="18"/>
          <w:szCs w:val="18"/>
        </w:rPr>
        <w:t xml:space="preserve">Si comunica che tutti i dati personali (comuni identificativi, sensibili e/o giudiziari) comunicati al Comune di Monza saranno trattati esclusivamente per finalità istituzionali nel rispetto delle prescrizioni previste Regolamento 679/2016/UE. Il trattamento dei dati personali avviene utilizzando strumenti e supporti sia cartacei che informatici. Il Titolare del trattamento dei dati personali è il Comune di Monza. L’Interessato può esercitare i diritti previsti dagli articoli 15, 16, 17, 18, 20, 21 e 22 del Regolamento 679/2016/UE. L’informativa completa redatta ai sensi degli articoli 13 e 14 del Regolamento 679/2016/UE è reperibile presso gli uffici comunali e consultabile sul sito web dell’ente all'indirizzo www.comune.monza.it. </w:t>
      </w:r>
      <w:r w:rsidRPr="00E85430" w:rsidR="304184C2">
        <w:rPr>
          <w:rFonts w:ascii="Trebuchet MS" w:hAnsi="Trebuchet MS" w:cs="TrebuchetMS"/>
          <w:color w:val="000000" w:themeColor="text1"/>
          <w:sz w:val="18"/>
          <w:szCs w:val="18"/>
        </w:rPr>
        <w:t xml:space="preserve">Il </w:t>
      </w:r>
      <w:r w:rsidRPr="00E85430">
        <w:rPr>
          <w:rFonts w:ascii="Trebuchet MS" w:hAnsi="Trebuchet MS" w:cs="TrebuchetMS"/>
          <w:color w:val="000000" w:themeColor="text1"/>
          <w:sz w:val="18"/>
          <w:szCs w:val="18"/>
        </w:rPr>
        <w:t xml:space="preserve">Protection Officer/Responsabile della Protezione dei dati individuato dall'ente è </w:t>
      </w:r>
      <w:r w:rsidRPr="00E85430" w:rsidR="68B4551C">
        <w:rPr>
          <w:rFonts w:ascii="Trebuchet MS" w:hAnsi="Trebuchet MS" w:cs="TrebuchetMS"/>
          <w:color w:val="000000" w:themeColor="text1"/>
          <w:sz w:val="18"/>
          <w:szCs w:val="18"/>
        </w:rPr>
        <w:t>contattabile all’indirizzo mail: privacy@adeguamentiprivacy.it</w:t>
      </w:r>
    </w:p>
    <w:sectPr w:rsidRPr="00000A21" w:rsidR="00037B0D" w:rsidSect="00B81009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 w:code="9"/>
      <w:pgMar w:top="1134" w:right="991" w:bottom="720" w:left="1560" w:header="851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5E33" w:rsidRDefault="00105E33" w14:paraId="46FA6326" w14:textId="77777777">
      <w:r>
        <w:separator/>
      </w:r>
    </w:p>
  </w:endnote>
  <w:endnote w:type="continuationSeparator" w:id="0">
    <w:p w:rsidR="00105E33" w:rsidRDefault="00105E33" w14:paraId="2238DC6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12233" w:rsidR="00512233" w:rsidP="6ECD04E5" w:rsidRDefault="6ECD04E5" w14:paraId="01D5AD72" w14:textId="35D7FDE8">
    <w:pPr>
      <w:pStyle w:val="Intestazione"/>
      <w:ind w:left="0"/>
      <w:jc w:val="both"/>
      <w:rPr>
        <w:b/>
        <w:bCs/>
      </w:rPr>
    </w:pPr>
    <w:r w:rsidRPr="6ECD04E5">
      <w:rPr>
        <w:b/>
        <w:bCs/>
      </w:rPr>
      <w:t xml:space="preserve">                  Servizio Partecipazione Giovani, Pari Opportunità</w:t>
    </w:r>
  </w:p>
  <w:p w:rsidR="6ECD04E5" w:rsidP="6ECD04E5" w:rsidRDefault="6ECD04E5" w14:paraId="68F9FCBF" w14:textId="1BABD027">
    <w:pPr>
      <w:pStyle w:val="Intestazione"/>
      <w:ind w:left="0"/>
      <w:jc w:val="both"/>
      <w:rPr>
        <w:b/>
        <w:bCs/>
      </w:rPr>
    </w:pPr>
  </w:p>
  <w:p w:rsidR="00DE7D69" w:rsidP="00DA4E5B" w:rsidRDefault="00DE7D69" w14:paraId="01D5AD73" w14:textId="77777777">
    <w:pPr>
      <w:pStyle w:val="Pidipagina"/>
      <w:ind w:left="993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Piazza Trento e Trieste| 20</w:t>
    </w:r>
    <w:r w:rsidR="00572D76">
      <w:rPr>
        <w:rFonts w:ascii="Trebuchet MS" w:hAnsi="Trebuchet MS"/>
        <w:sz w:val="18"/>
      </w:rPr>
      <w:t xml:space="preserve">900 </w:t>
    </w:r>
    <w:r>
      <w:rPr>
        <w:rFonts w:ascii="Trebuchet MS" w:hAnsi="Trebuchet MS"/>
        <w:sz w:val="18"/>
      </w:rPr>
      <w:t>Monza | Tel. 039</w:t>
    </w:r>
    <w:r w:rsidR="005442BE">
      <w:rPr>
        <w:rFonts w:ascii="Trebuchet MS" w:hAnsi="Trebuchet MS"/>
        <w:sz w:val="18"/>
      </w:rPr>
      <w:t>.2372451</w:t>
    </w:r>
    <w:r w:rsidR="00186DE0">
      <w:rPr>
        <w:rFonts w:ascii="Trebuchet MS" w:hAnsi="Trebuchet MS"/>
        <w:sz w:val="18"/>
      </w:rPr>
      <w:t xml:space="preserve"> -</w:t>
    </w:r>
    <w:r>
      <w:rPr>
        <w:rFonts w:ascii="Trebuchet MS" w:hAnsi="Trebuchet MS"/>
        <w:sz w:val="18"/>
      </w:rPr>
      <w:t xml:space="preserve"> </w:t>
    </w:r>
    <w:r w:rsidR="00186DE0">
      <w:rPr>
        <w:rFonts w:ascii="Trebuchet MS" w:hAnsi="Trebuchet MS"/>
        <w:sz w:val="18"/>
      </w:rPr>
      <w:t>Fax 039.237252.1</w:t>
    </w:r>
  </w:p>
  <w:p w:rsidRPr="007350CD" w:rsidR="00DE7D69" w:rsidP="00DA4E5B" w:rsidRDefault="00DE7D69" w14:paraId="01D5AD74" w14:textId="77777777">
    <w:pPr>
      <w:pStyle w:val="Pidipagina"/>
      <w:ind w:left="993"/>
      <w:rPr>
        <w:rFonts w:ascii="Trebuchet MS" w:hAnsi="Trebuchet MS"/>
        <w:sz w:val="18"/>
      </w:rPr>
    </w:pPr>
    <w:r w:rsidRPr="007350CD">
      <w:rPr>
        <w:rFonts w:ascii="Trebuchet MS" w:hAnsi="Trebuchet MS"/>
        <w:sz w:val="18"/>
      </w:rPr>
      <w:t xml:space="preserve">email </w:t>
    </w:r>
    <w:r w:rsidR="002A7215">
      <w:rPr>
        <w:rFonts w:ascii="Trebuchet MS" w:hAnsi="Trebuchet MS"/>
        <w:sz w:val="18"/>
        <w:szCs w:val="18"/>
      </w:rPr>
      <w:t>serviziopartecipazione</w:t>
    </w:r>
    <w:r w:rsidRPr="007B7DD9" w:rsidR="007B7DD9">
      <w:rPr>
        <w:rFonts w:ascii="Trebuchet MS" w:hAnsi="Trebuchet MS"/>
        <w:sz w:val="18"/>
        <w:szCs w:val="18"/>
      </w:rPr>
      <w:t>@comune.monza.it</w:t>
    </w:r>
    <w:r w:rsidRPr="007350CD">
      <w:rPr>
        <w:rFonts w:ascii="Trebuchet MS" w:hAnsi="Trebuchet MS"/>
        <w:sz w:val="18"/>
      </w:rPr>
      <w:t xml:space="preserve"> </w:t>
    </w:r>
  </w:p>
  <w:p w:rsidRPr="00C22E1A" w:rsidR="00DE7D69" w:rsidRDefault="00DE7D69" w14:paraId="01D5AD75" w14:textId="77777777">
    <w:pPr>
      <w:pStyle w:val="Pidipagina"/>
      <w:ind w:left="1701"/>
      <w:rPr>
        <w:rFonts w:ascii="Trebuchet MS" w:hAnsi="Trebuchet MS"/>
        <w:sz w:val="18"/>
        <w:lang w:val="pt-BR"/>
      </w:rPr>
    </w:pPr>
  </w:p>
  <w:p w:rsidR="00DA4E5B" w:rsidP="00DA4E5B" w:rsidRDefault="00DE7D69" w14:paraId="01D5AD76" w14:textId="77777777">
    <w:pPr>
      <w:pStyle w:val="Pidipagina"/>
      <w:ind w:left="993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Sede Municipale: Piazza Trento e Trieste | 20</w:t>
    </w:r>
    <w:r w:rsidR="004B5480">
      <w:rPr>
        <w:rFonts w:ascii="Trebuchet MS" w:hAnsi="Trebuchet MS"/>
        <w:sz w:val="18"/>
      </w:rPr>
      <w:t>900</w:t>
    </w:r>
    <w:r>
      <w:rPr>
        <w:rFonts w:ascii="Trebuchet MS" w:hAnsi="Trebuchet MS"/>
        <w:sz w:val="18"/>
      </w:rPr>
      <w:t xml:space="preserve"> Monza | Tel. +39.039.2372.1 | Fax +39.039.2372.558</w:t>
    </w:r>
    <w:r w:rsidR="00DA4E5B">
      <w:rPr>
        <w:rFonts w:ascii="Trebuchet MS" w:hAnsi="Trebuchet MS"/>
        <w:sz w:val="18"/>
      </w:rPr>
      <w:t xml:space="preserve"> </w:t>
    </w:r>
  </w:p>
  <w:p w:rsidR="00DA4E5B" w:rsidP="00DA4E5B" w:rsidRDefault="00A820FC" w14:paraId="01D5AD77" w14:textId="77777777">
    <w:pPr>
      <w:pStyle w:val="Pidipagina"/>
      <w:ind w:left="993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 xml:space="preserve">Email: </w:t>
    </w:r>
    <w:hyperlink w:history="1" r:id="rId1">
      <w:r w:rsidRPr="00E162F2" w:rsidR="00CE455D">
        <w:rPr>
          <w:rStyle w:val="Collegamentoipertestuale"/>
          <w:rFonts w:ascii="Trebuchet MS" w:hAnsi="Trebuchet MS"/>
          <w:sz w:val="18"/>
        </w:rPr>
        <w:t>protocollo@comune.monza.it-</w:t>
      </w:r>
    </w:hyperlink>
    <w:r w:rsidR="00CE455D">
      <w:rPr>
        <w:rFonts w:ascii="Trebuchet MS" w:hAnsi="Trebuchet MS"/>
        <w:sz w:val="18"/>
      </w:rPr>
      <w:t xml:space="preserve"> </w:t>
    </w:r>
    <w:r>
      <w:rPr>
        <w:rFonts w:ascii="Trebuchet MS" w:hAnsi="Trebuchet MS"/>
        <w:sz w:val="18"/>
      </w:rPr>
      <w:t xml:space="preserve">posta certificata: </w:t>
    </w:r>
    <w:hyperlink w:history="1" r:id="rId2">
      <w:r w:rsidRPr="00AD5FBE" w:rsidR="009755FF">
        <w:rPr>
          <w:rStyle w:val="Collegamentoipertestuale"/>
          <w:rFonts w:ascii="Trebuchet MS" w:hAnsi="Trebuchet MS"/>
          <w:sz w:val="18"/>
        </w:rPr>
        <w:t>monza@pec.comune.monza.it</w:t>
      </w:r>
    </w:hyperlink>
    <w:r w:rsidR="009755FF">
      <w:rPr>
        <w:rFonts w:ascii="Trebuchet MS" w:hAnsi="Trebuchet MS"/>
        <w:sz w:val="18"/>
      </w:rPr>
      <w:t xml:space="preserve"> </w:t>
    </w:r>
  </w:p>
  <w:p w:rsidR="00A820FC" w:rsidP="00DA4E5B" w:rsidRDefault="00A820FC" w14:paraId="01D5AD78" w14:textId="77777777">
    <w:pPr>
      <w:pStyle w:val="Pidipagina"/>
      <w:ind w:left="993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Codice Fiscale 02030880153 | Partita IVA 00728830969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7D69" w:rsidRDefault="00DE7D69" w14:paraId="01D5AD7A" w14:textId="77777777">
    <w:pPr>
      <w:pStyle w:val="Pidipagina"/>
      <w:ind w:left="1701"/>
      <w:rPr>
        <w:rFonts w:ascii="Trebuchet MS" w:hAnsi="Trebuchet MS"/>
        <w:b/>
        <w:sz w:val="18"/>
      </w:rPr>
    </w:pPr>
  </w:p>
  <w:p w:rsidR="00DE7D69" w:rsidRDefault="00DE7D69" w14:paraId="01D5AD7B" w14:textId="77777777">
    <w:pPr>
      <w:pStyle w:val="Pidipagina"/>
      <w:ind w:left="1701"/>
      <w:rPr>
        <w:rFonts w:ascii="Trebuchet MS" w:hAnsi="Trebuchet MS"/>
        <w:b/>
        <w:sz w:val="18"/>
      </w:rPr>
    </w:pPr>
  </w:p>
  <w:p w:rsidR="00DE7D69" w:rsidRDefault="00DE7D69" w14:paraId="01D5AD7C" w14:textId="77777777">
    <w:pPr>
      <w:pStyle w:val="Pidipagina"/>
      <w:ind w:left="1701"/>
      <w:rPr>
        <w:rFonts w:ascii="Trebuchet MS" w:hAnsi="Trebuchet MS"/>
        <w:b/>
        <w:sz w:val="18"/>
      </w:rPr>
    </w:pPr>
  </w:p>
  <w:p w:rsidR="00DE7D69" w:rsidRDefault="00DE7D69" w14:paraId="01D5AD7D" w14:textId="77777777">
    <w:pPr>
      <w:pStyle w:val="Pidipagina"/>
      <w:ind w:left="1701"/>
      <w:rPr>
        <w:rFonts w:ascii="Trebuchet MS" w:hAnsi="Trebuchet MS"/>
        <w:b/>
        <w:sz w:val="18"/>
      </w:rPr>
    </w:pPr>
    <w:r>
      <w:rPr>
        <w:rFonts w:ascii="Trebuchet MS" w:hAnsi="Trebuchet MS"/>
        <w:b/>
        <w:sz w:val="18"/>
      </w:rPr>
      <w:t>Ufficio relazioni esterne e stampa</w:t>
    </w:r>
  </w:p>
  <w:p w:rsidR="00DE7D69" w:rsidRDefault="00DE7D69" w14:paraId="01D5AD7E" w14:textId="77777777">
    <w:pPr>
      <w:pStyle w:val="Pidipagina"/>
      <w:ind w:left="1701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 xml:space="preserve">piazza Carducci | 20052 Monza | Tel. 039.2372255-256-257 | Fax 039.2372551-552 </w:t>
    </w:r>
  </w:p>
  <w:p w:rsidRPr="00C22E1A" w:rsidR="00DE7D69" w:rsidRDefault="00DE7D69" w14:paraId="01D5AD7F" w14:textId="77777777">
    <w:pPr>
      <w:pStyle w:val="Pidipagina"/>
      <w:ind w:left="1701"/>
      <w:rPr>
        <w:rFonts w:ascii="Trebuchet MS" w:hAnsi="Trebuchet MS"/>
        <w:sz w:val="18"/>
        <w:lang w:val="pt-BR"/>
      </w:rPr>
    </w:pPr>
    <w:r w:rsidRPr="00C22E1A">
      <w:rPr>
        <w:rFonts w:ascii="Trebuchet MS" w:hAnsi="Trebuchet MS"/>
        <w:sz w:val="18"/>
        <w:lang w:val="pt-BR"/>
      </w:rPr>
      <w:t xml:space="preserve">email urp@comune.monza.mi.it </w:t>
    </w:r>
  </w:p>
  <w:p w:rsidR="00DE7D69" w:rsidRDefault="00DE7D69" w14:paraId="01D5AD80" w14:textId="77777777">
    <w:pPr>
      <w:pStyle w:val="Pidipagina"/>
      <w:spacing w:line="480" w:lineRule="auto"/>
      <w:ind w:left="1701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Orari: da lunedì a venerdì 8.30-13.00 / pomeriggio solo telefonicamente</w:t>
    </w:r>
  </w:p>
  <w:p w:rsidR="00DE7D69" w:rsidRDefault="00DE7D69" w14:paraId="01D5AD81" w14:textId="77777777">
    <w:pPr>
      <w:pStyle w:val="Pidipagina"/>
      <w:ind w:left="1701"/>
      <w:rPr>
        <w:rFonts w:ascii="Trebuchet MS" w:hAnsi="Trebuchet MS"/>
        <w:sz w:val="18"/>
      </w:rPr>
    </w:pPr>
    <w:r>
      <w:rPr>
        <w:rFonts w:ascii="Trebuchet MS" w:hAnsi="Trebuchet MS"/>
        <w:sz w:val="18"/>
      </w:rPr>
      <w:t>Sede Municipale: Piazza Trento e Trieste, 15 | 20052 Monza | Tel. +39.039.2372.1 | Fax +39.039.2372.557</w:t>
    </w:r>
  </w:p>
  <w:p w:rsidR="00DE7D69" w:rsidRDefault="00DE7D69" w14:paraId="01D5AD82" w14:textId="77777777">
    <w:pPr>
      <w:pStyle w:val="Pidipagina"/>
      <w:ind w:left="1701"/>
    </w:pPr>
    <w:r>
      <w:rPr>
        <w:rFonts w:ascii="Trebuchet MS" w:hAnsi="Trebuchet MS"/>
        <w:sz w:val="18"/>
      </w:rPr>
      <w:t>Codice Fiscale 02030880153 | Partita IVA 00728830969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5E33" w:rsidRDefault="00105E33" w14:paraId="1A1ED8A0" w14:textId="77777777">
      <w:r>
        <w:separator/>
      </w:r>
    </w:p>
  </w:footnote>
  <w:footnote w:type="continuationSeparator" w:id="0">
    <w:p w:rsidR="00105E33" w:rsidRDefault="00105E33" w14:paraId="5895197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E7D69" w:rsidRDefault="006A5D2E" w14:paraId="01D5AD71" w14:textId="77777777">
    <w:pPr>
      <w:pStyle w:val="Intestazione"/>
      <w:ind w:left="0"/>
    </w:pPr>
    <w:r>
      <w:rPr>
        <w:noProof/>
      </w:rPr>
      <w:drawing>
        <wp:anchor distT="0" distB="0" distL="114300" distR="114300" simplePos="0" relativeHeight="251658752" behindDoc="0" locked="0" layoutInCell="0" allowOverlap="1" wp14:anchorId="01D5AD83" wp14:editId="01D5AD84">
          <wp:simplePos x="0" y="0"/>
          <wp:positionH relativeFrom="column">
            <wp:posOffset>-657225</wp:posOffset>
          </wp:positionH>
          <wp:positionV relativeFrom="paragraph">
            <wp:posOffset>-540385</wp:posOffset>
          </wp:positionV>
          <wp:extent cx="979805" cy="1632585"/>
          <wp:effectExtent l="0" t="0" r="0" b="0"/>
          <wp:wrapSquare wrapText="bothSides"/>
          <wp:docPr id="3" name="Immagine 3" descr="Comune marchio le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mune marchio le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63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E7D69" w:rsidRDefault="006A5D2E" w14:paraId="01D5AD79" w14:textId="77777777">
    <w:pPr>
      <w:pStyle w:val="Intestazione"/>
    </w:pPr>
    <w:r>
      <w:rPr>
        <w:noProof/>
      </w:rPr>
      <w:drawing>
        <wp:anchor distT="0" distB="0" distL="114300" distR="114300" simplePos="0" relativeHeight="251657728" behindDoc="0" locked="0" layoutInCell="0" allowOverlap="1" wp14:anchorId="01D5AD85" wp14:editId="01D5AD86">
          <wp:simplePos x="0" y="0"/>
          <wp:positionH relativeFrom="column">
            <wp:posOffset>-85725</wp:posOffset>
          </wp:positionH>
          <wp:positionV relativeFrom="paragraph">
            <wp:posOffset>-720090</wp:posOffset>
          </wp:positionV>
          <wp:extent cx="979805" cy="1632585"/>
          <wp:effectExtent l="0" t="0" r="0" b="0"/>
          <wp:wrapSquare wrapText="bothSides"/>
          <wp:docPr id="2" name="Immagine 2" descr="Comune marchio le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mune marchio le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63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0" allowOverlap="1" wp14:anchorId="01D5AD87" wp14:editId="01D5AD88">
          <wp:simplePos x="0" y="0"/>
          <wp:positionH relativeFrom="column">
            <wp:posOffset>-85090</wp:posOffset>
          </wp:positionH>
          <wp:positionV relativeFrom="paragraph">
            <wp:posOffset>-727075</wp:posOffset>
          </wp:positionV>
          <wp:extent cx="979805" cy="1632585"/>
          <wp:effectExtent l="0" t="0" r="0" b="0"/>
          <wp:wrapSquare wrapText="bothSides"/>
          <wp:docPr id="1" name="Immagine 1" descr="Comune marchio le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une marchio let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63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416D6"/>
    <w:multiLevelType w:val="hybridMultilevel"/>
    <w:tmpl w:val="F7F2B464"/>
    <w:lvl w:ilvl="0" w:tplc="04100017">
      <w:start w:val="1"/>
      <w:numFmt w:val="lowerLetter"/>
      <w:lvlText w:val="%1)"/>
      <w:lvlJc w:val="left"/>
      <w:pPr>
        <w:ind w:left="70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" w15:restartNumberingAfterBreak="0">
    <w:nsid w:val="02B34C38"/>
    <w:multiLevelType w:val="multilevel"/>
    <w:tmpl w:val="8FA0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672046E"/>
    <w:multiLevelType w:val="multilevel"/>
    <w:tmpl w:val="3260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08BF2A51"/>
    <w:multiLevelType w:val="hybridMultilevel"/>
    <w:tmpl w:val="5F98E23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90366B6"/>
    <w:multiLevelType w:val="hybridMultilevel"/>
    <w:tmpl w:val="D4C2D118"/>
    <w:lvl w:ilvl="0" w:tplc="EA6CE7B0">
      <w:numFmt w:val="bullet"/>
      <w:lvlText w:val="-"/>
      <w:lvlJc w:val="left"/>
      <w:pPr>
        <w:ind w:left="644" w:hanging="360"/>
      </w:pPr>
      <w:rPr>
        <w:rFonts w:hint="default" w:ascii="Trebuchet MS" w:hAnsi="Trebuchet MS" w:eastAsia="Calibri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6" w15:restartNumberingAfterBreak="0">
    <w:nsid w:val="0E340869"/>
    <w:multiLevelType w:val="hybridMultilevel"/>
    <w:tmpl w:val="BFCEE28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261E0B6"/>
    <w:multiLevelType w:val="hybridMultilevel"/>
    <w:tmpl w:val="A9DAB874"/>
    <w:lvl w:ilvl="0" w:tplc="BBAC624C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56D0E8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5C024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2E0CB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4EAA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5061F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92AE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8D413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82E4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2E3387B"/>
    <w:multiLevelType w:val="multilevel"/>
    <w:tmpl w:val="0428D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5A61C7E"/>
    <w:multiLevelType w:val="hybridMultilevel"/>
    <w:tmpl w:val="78ACEE60"/>
    <w:lvl w:ilvl="0" w:tplc="68C00560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B4EC31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01ECA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EA77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E3001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461E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BDCFA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70DC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EC7D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0F652E"/>
    <w:multiLevelType w:val="hybridMultilevel"/>
    <w:tmpl w:val="26DE80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944CC"/>
    <w:multiLevelType w:val="multilevel"/>
    <w:tmpl w:val="1108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E1B1EF1"/>
    <w:multiLevelType w:val="multilevel"/>
    <w:tmpl w:val="879CF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1F85BA2"/>
    <w:multiLevelType w:val="hybridMultilevel"/>
    <w:tmpl w:val="5E94C81E"/>
    <w:lvl w:ilvl="0" w:tplc="989C1238">
      <w:start w:val="1"/>
      <w:numFmt w:val="bullet"/>
      <w:lvlText w:val=""/>
      <w:lvlJc w:val="left"/>
      <w:pPr>
        <w:ind w:left="171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43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15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87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59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31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03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75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470" w:hanging="360"/>
      </w:pPr>
      <w:rPr>
        <w:rFonts w:hint="default" w:ascii="Wingdings" w:hAnsi="Wingdings"/>
      </w:rPr>
    </w:lvl>
  </w:abstractNum>
  <w:abstractNum w:abstractNumId="14" w15:restartNumberingAfterBreak="0">
    <w:nsid w:val="277449C0"/>
    <w:multiLevelType w:val="multilevel"/>
    <w:tmpl w:val="0706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860C29E"/>
    <w:multiLevelType w:val="hybridMultilevel"/>
    <w:tmpl w:val="4E543C06"/>
    <w:lvl w:ilvl="0" w:tplc="0F6279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F2461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B8A59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6B0DE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9ABC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CAC6D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0C8BD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3A61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4BEA1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935051C"/>
    <w:multiLevelType w:val="hybridMultilevel"/>
    <w:tmpl w:val="7B504428"/>
    <w:lvl w:ilvl="0" w:tplc="989C1238">
      <w:start w:val="1"/>
      <w:numFmt w:val="bullet"/>
      <w:lvlText w:val=""/>
      <w:lvlJc w:val="left"/>
      <w:pPr>
        <w:ind w:left="71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17" w15:restartNumberingAfterBreak="0">
    <w:nsid w:val="2DCA5874"/>
    <w:multiLevelType w:val="hybridMultilevel"/>
    <w:tmpl w:val="3DE04EE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3271203"/>
    <w:multiLevelType w:val="hybridMultilevel"/>
    <w:tmpl w:val="99D62C80"/>
    <w:lvl w:ilvl="0" w:tplc="6E2CF894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D26868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70A56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1E89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AA234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7CEA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8E3F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AE3F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AA10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69118E5"/>
    <w:multiLevelType w:val="multilevel"/>
    <w:tmpl w:val="789C801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3ADC5885"/>
    <w:multiLevelType w:val="multilevel"/>
    <w:tmpl w:val="5922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B7A7D55"/>
    <w:multiLevelType w:val="multilevel"/>
    <w:tmpl w:val="F968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3BF27443"/>
    <w:multiLevelType w:val="multilevel"/>
    <w:tmpl w:val="14AA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3C985BCB"/>
    <w:multiLevelType w:val="multilevel"/>
    <w:tmpl w:val="8F52D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3E725570"/>
    <w:multiLevelType w:val="hybridMultilevel"/>
    <w:tmpl w:val="E69C6F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2F91319"/>
    <w:multiLevelType w:val="multilevel"/>
    <w:tmpl w:val="AA80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43F96306"/>
    <w:multiLevelType w:val="multilevel"/>
    <w:tmpl w:val="40FE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48DE2D22"/>
    <w:multiLevelType w:val="hybridMultilevel"/>
    <w:tmpl w:val="62C6CE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ADBE1"/>
    <w:multiLevelType w:val="hybridMultilevel"/>
    <w:tmpl w:val="B4661BC6"/>
    <w:lvl w:ilvl="0" w:tplc="05E45B6A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813ECB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26817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2E4A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E833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A25F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BE0F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A825D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7E3C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BF6DC02"/>
    <w:multiLevelType w:val="hybridMultilevel"/>
    <w:tmpl w:val="96688796"/>
    <w:lvl w:ilvl="0" w:tplc="0238837A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49C0DC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C4C3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D683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B061C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28AF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F2A75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0443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F47F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DD06484"/>
    <w:multiLevelType w:val="hybridMultilevel"/>
    <w:tmpl w:val="6960FD74"/>
    <w:lvl w:ilvl="0" w:tplc="5454A124">
      <w:numFmt w:val="bullet"/>
      <w:lvlText w:val="-"/>
      <w:lvlJc w:val="left"/>
      <w:pPr>
        <w:ind w:left="720" w:hanging="360"/>
      </w:pPr>
      <w:rPr>
        <w:rFonts w:hint="default" w:ascii="Trebuchet MS" w:hAnsi="Trebuchet MS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E6626F2"/>
    <w:multiLevelType w:val="hybridMultilevel"/>
    <w:tmpl w:val="FBC8BCAA"/>
    <w:lvl w:ilvl="0" w:tplc="5FEA0170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98DEE1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4CC52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2BA3F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CC53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4B60C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2D0E3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1EB8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F8CF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F214EF3"/>
    <w:multiLevelType w:val="hybridMultilevel"/>
    <w:tmpl w:val="DBB0A27C"/>
    <w:lvl w:ilvl="0" w:tplc="D8E69074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32740C1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6C89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22C76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C251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48DC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A081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347A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5ACB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5D64B78"/>
    <w:multiLevelType w:val="multilevel"/>
    <w:tmpl w:val="EB8CE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 w15:restartNumberingAfterBreak="0">
    <w:nsid w:val="5A81D2D4"/>
    <w:multiLevelType w:val="hybridMultilevel"/>
    <w:tmpl w:val="107A8F8E"/>
    <w:lvl w:ilvl="0" w:tplc="E71A92A2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BAC6B7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B7A35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1AD1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D1099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258BF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B2250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6868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E8446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E232039"/>
    <w:multiLevelType w:val="hybridMultilevel"/>
    <w:tmpl w:val="BFEE9AE8"/>
    <w:lvl w:ilvl="0" w:tplc="04100001">
      <w:start w:val="1"/>
      <w:numFmt w:val="bullet"/>
      <w:lvlText w:val=""/>
      <w:lvlJc w:val="left"/>
      <w:pPr>
        <w:ind w:left="715" w:hanging="360"/>
      </w:pPr>
      <w:rPr>
        <w:rFonts w:hint="default" w:ascii="Symbol" w:hAnsi="Symbol"/>
      </w:rPr>
    </w:lvl>
    <w:lvl w:ilvl="1" w:tentative="1">
      <w:start w:val="1"/>
      <w:numFmt w:val="bullet"/>
      <w:lvlText w:val="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hint="default" w:ascii="Wingdings" w:hAnsi="Wingdings"/>
      </w:rPr>
    </w:lvl>
  </w:abstractNum>
  <w:abstractNum w:abstractNumId="36" w15:restartNumberingAfterBreak="0">
    <w:nsid w:val="66A93E03"/>
    <w:multiLevelType w:val="hybridMultilevel"/>
    <w:tmpl w:val="5AC836B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0000F">
      <w:start w:val="1"/>
      <w:numFmt w:val="decimal"/>
      <w:lvlText w:val="%2."/>
      <w:lvlJc w:val="left"/>
      <w:pPr>
        <w:ind w:left="108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37" w15:restartNumberingAfterBreak="0">
    <w:nsid w:val="6745621A"/>
    <w:multiLevelType w:val="hybridMultilevel"/>
    <w:tmpl w:val="4C34C5BA"/>
    <w:lvl w:ilvl="0" w:tplc="2CE223B2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E0C8FA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E220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FEECA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75AEE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2A0E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962C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AE50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E423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8B545F3"/>
    <w:multiLevelType w:val="multilevel"/>
    <w:tmpl w:val="808E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695F88F7"/>
    <w:multiLevelType w:val="hybridMultilevel"/>
    <w:tmpl w:val="6FEAC19E"/>
    <w:lvl w:ilvl="0" w:tplc="70CC9CE8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DC842E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2467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F0CD2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81284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F26B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AF002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9A68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5D6F6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028D709"/>
    <w:multiLevelType w:val="hybridMultilevel"/>
    <w:tmpl w:val="4CE0B642"/>
    <w:lvl w:ilvl="0" w:tplc="A554315E">
      <w:start w:val="1"/>
      <w:numFmt w:val="decimal"/>
      <w:lvlText w:val="%1."/>
      <w:lvlJc w:val="left"/>
      <w:pPr>
        <w:ind w:left="720" w:hanging="360"/>
      </w:pPr>
    </w:lvl>
    <w:lvl w:ilvl="1" w:tplc="3174896E">
      <w:start w:val="1"/>
      <w:numFmt w:val="lowerLetter"/>
      <w:lvlText w:val="%2."/>
      <w:lvlJc w:val="left"/>
      <w:pPr>
        <w:ind w:left="1440" w:hanging="360"/>
      </w:pPr>
    </w:lvl>
    <w:lvl w:ilvl="2" w:tplc="C6DC8FAA">
      <w:start w:val="1"/>
      <w:numFmt w:val="lowerRoman"/>
      <w:lvlText w:val="%3."/>
      <w:lvlJc w:val="right"/>
      <w:pPr>
        <w:ind w:left="2160" w:hanging="180"/>
      </w:pPr>
    </w:lvl>
    <w:lvl w:ilvl="3" w:tplc="E1C84CC6">
      <w:start w:val="1"/>
      <w:numFmt w:val="decimal"/>
      <w:lvlText w:val="%4."/>
      <w:lvlJc w:val="left"/>
      <w:pPr>
        <w:ind w:left="2880" w:hanging="360"/>
      </w:pPr>
    </w:lvl>
    <w:lvl w:ilvl="4" w:tplc="D56AD88A">
      <w:start w:val="1"/>
      <w:numFmt w:val="lowerLetter"/>
      <w:lvlText w:val="%5."/>
      <w:lvlJc w:val="left"/>
      <w:pPr>
        <w:ind w:left="3600" w:hanging="360"/>
      </w:pPr>
    </w:lvl>
    <w:lvl w:ilvl="5" w:tplc="E028F0C4">
      <w:start w:val="1"/>
      <w:numFmt w:val="lowerRoman"/>
      <w:lvlText w:val="%6."/>
      <w:lvlJc w:val="right"/>
      <w:pPr>
        <w:ind w:left="4320" w:hanging="180"/>
      </w:pPr>
    </w:lvl>
    <w:lvl w:ilvl="6" w:tplc="42A06DD4">
      <w:start w:val="1"/>
      <w:numFmt w:val="decimal"/>
      <w:lvlText w:val="%7."/>
      <w:lvlJc w:val="left"/>
      <w:pPr>
        <w:ind w:left="5040" w:hanging="360"/>
      </w:pPr>
    </w:lvl>
    <w:lvl w:ilvl="7" w:tplc="C61818F6">
      <w:start w:val="1"/>
      <w:numFmt w:val="lowerLetter"/>
      <w:lvlText w:val="%8."/>
      <w:lvlJc w:val="left"/>
      <w:pPr>
        <w:ind w:left="5760" w:hanging="360"/>
      </w:pPr>
    </w:lvl>
    <w:lvl w:ilvl="8" w:tplc="02F00BD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D2D1B"/>
    <w:multiLevelType w:val="hybridMultilevel"/>
    <w:tmpl w:val="5A5CF52C"/>
    <w:lvl w:ilvl="0" w:tplc="5D3C5E74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FC4229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CEA0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E6D6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28EE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FA80B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E96DB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4ABF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D381A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22A1B60"/>
    <w:multiLevelType w:val="hybridMultilevel"/>
    <w:tmpl w:val="15D2A1C6"/>
    <w:lvl w:ilvl="0" w:tplc="98DA57F0">
      <w:numFmt w:val="bullet"/>
      <w:lvlText w:val="-"/>
      <w:lvlJc w:val="left"/>
      <w:pPr>
        <w:ind w:left="644" w:hanging="360"/>
      </w:pPr>
      <w:rPr>
        <w:rFonts w:hint="default" w:ascii="Trebuchet MS" w:hAnsi="Trebuchet MS"/>
      </w:rPr>
    </w:lvl>
    <w:lvl w:ilvl="1" w:tplc="E41495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1EE8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88FC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1D477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4CB9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325C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2544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677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EF85461"/>
    <w:multiLevelType w:val="hybridMultilevel"/>
    <w:tmpl w:val="03704588"/>
    <w:lvl w:ilvl="0" w:tplc="81A41542">
      <w:numFmt w:val="bullet"/>
      <w:lvlText w:val="-"/>
      <w:lvlJc w:val="left"/>
      <w:pPr>
        <w:ind w:left="720" w:hanging="360"/>
      </w:pPr>
      <w:rPr>
        <w:rFonts w:hint="default" w:ascii="Trebuchet MS" w:hAnsi="Trebuchet MS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9"/>
  </w:num>
  <w:num w:numId="2">
    <w:abstractNumId w:val="41"/>
  </w:num>
  <w:num w:numId="3">
    <w:abstractNumId w:val="37"/>
  </w:num>
  <w:num w:numId="4">
    <w:abstractNumId w:val="7"/>
  </w:num>
  <w:num w:numId="5">
    <w:abstractNumId w:val="34"/>
  </w:num>
  <w:num w:numId="6">
    <w:abstractNumId w:val="9"/>
  </w:num>
  <w:num w:numId="7">
    <w:abstractNumId w:val="31"/>
  </w:num>
  <w:num w:numId="8">
    <w:abstractNumId w:val="29"/>
  </w:num>
  <w:num w:numId="9">
    <w:abstractNumId w:val="28"/>
  </w:num>
  <w:num w:numId="10">
    <w:abstractNumId w:val="18"/>
  </w:num>
  <w:num w:numId="11">
    <w:abstractNumId w:val="42"/>
  </w:num>
  <w:num w:numId="12">
    <w:abstractNumId w:val="32"/>
  </w:num>
  <w:num w:numId="13">
    <w:abstractNumId w:val="15"/>
  </w:num>
  <w:num w:numId="14">
    <w:abstractNumId w:val="40"/>
  </w:num>
  <w:num w:numId="15">
    <w:abstractNumId w:val="0"/>
  </w:num>
  <w:num w:numId="16">
    <w:abstractNumId w:val="36"/>
  </w:num>
  <w:num w:numId="17">
    <w:abstractNumId w:val="1"/>
  </w:num>
  <w:num w:numId="18">
    <w:abstractNumId w:val="17"/>
  </w:num>
  <w:num w:numId="19">
    <w:abstractNumId w:val="4"/>
  </w:num>
  <w:num w:numId="20">
    <w:abstractNumId w:val="10"/>
  </w:num>
  <w:num w:numId="21">
    <w:abstractNumId w:val="27"/>
  </w:num>
  <w:num w:numId="22">
    <w:abstractNumId w:val="5"/>
  </w:num>
  <w:num w:numId="23">
    <w:abstractNumId w:val="0"/>
  </w:num>
  <w:num w:numId="24">
    <w:abstractNumId w:val="30"/>
  </w:num>
  <w:num w:numId="25">
    <w:abstractNumId w:val="24"/>
  </w:num>
  <w:num w:numId="26">
    <w:abstractNumId w:val="43"/>
  </w:num>
  <w:num w:numId="27">
    <w:abstractNumId w:val="19"/>
  </w:num>
  <w:num w:numId="28">
    <w:abstractNumId w:val="3"/>
  </w:num>
  <w:num w:numId="29">
    <w:abstractNumId w:val="26"/>
  </w:num>
  <w:num w:numId="30">
    <w:abstractNumId w:val="23"/>
  </w:num>
  <w:num w:numId="31">
    <w:abstractNumId w:val="14"/>
  </w:num>
  <w:num w:numId="32">
    <w:abstractNumId w:val="20"/>
  </w:num>
  <w:num w:numId="33">
    <w:abstractNumId w:val="38"/>
  </w:num>
  <w:num w:numId="34">
    <w:abstractNumId w:val="22"/>
  </w:num>
  <w:num w:numId="35">
    <w:abstractNumId w:val="33"/>
  </w:num>
  <w:num w:numId="36">
    <w:abstractNumId w:val="21"/>
  </w:num>
  <w:num w:numId="37">
    <w:abstractNumId w:val="25"/>
  </w:num>
  <w:num w:numId="38">
    <w:abstractNumId w:val="12"/>
  </w:num>
  <w:num w:numId="39">
    <w:abstractNumId w:val="8"/>
  </w:num>
  <w:num w:numId="40">
    <w:abstractNumId w:val="2"/>
  </w:num>
  <w:num w:numId="41">
    <w:abstractNumId w:val="11"/>
  </w:num>
  <w:num w:numId="42">
    <w:abstractNumId w:val="13"/>
  </w:num>
  <w:num w:numId="43">
    <w:abstractNumId w:val="16"/>
  </w:num>
  <w:num w:numId="44">
    <w:abstractNumId w:val="6"/>
  </w:num>
  <w:num w:numId="45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E1A"/>
    <w:rsid w:val="00000A21"/>
    <w:rsid w:val="00000F7C"/>
    <w:rsid w:val="00001EF1"/>
    <w:rsid w:val="000034D9"/>
    <w:rsid w:val="00003FDF"/>
    <w:rsid w:val="00004D24"/>
    <w:rsid w:val="000107CF"/>
    <w:rsid w:val="000116E2"/>
    <w:rsid w:val="000155A2"/>
    <w:rsid w:val="00022C8D"/>
    <w:rsid w:val="00025AFC"/>
    <w:rsid w:val="0002767D"/>
    <w:rsid w:val="00033302"/>
    <w:rsid w:val="0003471C"/>
    <w:rsid w:val="0003766C"/>
    <w:rsid w:val="00037B0D"/>
    <w:rsid w:val="0004148B"/>
    <w:rsid w:val="00042F32"/>
    <w:rsid w:val="00047114"/>
    <w:rsid w:val="00052A2B"/>
    <w:rsid w:val="00062CAB"/>
    <w:rsid w:val="000700B8"/>
    <w:rsid w:val="00071160"/>
    <w:rsid w:val="00076A54"/>
    <w:rsid w:val="00076B2A"/>
    <w:rsid w:val="00080C46"/>
    <w:rsid w:val="0008104C"/>
    <w:rsid w:val="000817B3"/>
    <w:rsid w:val="00083378"/>
    <w:rsid w:val="000866B3"/>
    <w:rsid w:val="00087B32"/>
    <w:rsid w:val="000901B6"/>
    <w:rsid w:val="000901F1"/>
    <w:rsid w:val="000920A4"/>
    <w:rsid w:val="00094572"/>
    <w:rsid w:val="0009529E"/>
    <w:rsid w:val="000956D8"/>
    <w:rsid w:val="000958AF"/>
    <w:rsid w:val="000A1CBE"/>
    <w:rsid w:val="000A6DB3"/>
    <w:rsid w:val="000B356C"/>
    <w:rsid w:val="000C1720"/>
    <w:rsid w:val="000C1AB5"/>
    <w:rsid w:val="000C2F77"/>
    <w:rsid w:val="000C35BD"/>
    <w:rsid w:val="000C5F2A"/>
    <w:rsid w:val="000C6106"/>
    <w:rsid w:val="000C73E2"/>
    <w:rsid w:val="000D1181"/>
    <w:rsid w:val="000D2396"/>
    <w:rsid w:val="000D60F6"/>
    <w:rsid w:val="000E2B3B"/>
    <w:rsid w:val="000E30B4"/>
    <w:rsid w:val="000E46D8"/>
    <w:rsid w:val="000E7861"/>
    <w:rsid w:val="000F0A26"/>
    <w:rsid w:val="000F0E4B"/>
    <w:rsid w:val="000F23A9"/>
    <w:rsid w:val="000F38CA"/>
    <w:rsid w:val="00101297"/>
    <w:rsid w:val="001016E8"/>
    <w:rsid w:val="0010292F"/>
    <w:rsid w:val="00105E33"/>
    <w:rsid w:val="0011229D"/>
    <w:rsid w:val="00120346"/>
    <w:rsid w:val="00120662"/>
    <w:rsid w:val="00120DB1"/>
    <w:rsid w:val="00122C18"/>
    <w:rsid w:val="00126857"/>
    <w:rsid w:val="00130BDA"/>
    <w:rsid w:val="00130CCD"/>
    <w:rsid w:val="00130EE2"/>
    <w:rsid w:val="001343F5"/>
    <w:rsid w:val="001408E7"/>
    <w:rsid w:val="001451B4"/>
    <w:rsid w:val="00150747"/>
    <w:rsid w:val="00157EAC"/>
    <w:rsid w:val="001607A8"/>
    <w:rsid w:val="0016228A"/>
    <w:rsid w:val="00163260"/>
    <w:rsid w:val="00166940"/>
    <w:rsid w:val="00172C13"/>
    <w:rsid w:val="001749F6"/>
    <w:rsid w:val="00180AE7"/>
    <w:rsid w:val="00182D27"/>
    <w:rsid w:val="0018464C"/>
    <w:rsid w:val="00186DE0"/>
    <w:rsid w:val="00187F4F"/>
    <w:rsid w:val="001A3A06"/>
    <w:rsid w:val="001A63F6"/>
    <w:rsid w:val="001A6BEC"/>
    <w:rsid w:val="001A7836"/>
    <w:rsid w:val="001B04AC"/>
    <w:rsid w:val="001B0715"/>
    <w:rsid w:val="001B1E5B"/>
    <w:rsid w:val="001B2869"/>
    <w:rsid w:val="001B28A7"/>
    <w:rsid w:val="001B2C71"/>
    <w:rsid w:val="001B323C"/>
    <w:rsid w:val="001B53E9"/>
    <w:rsid w:val="001B66E0"/>
    <w:rsid w:val="001C01D8"/>
    <w:rsid w:val="001C40A7"/>
    <w:rsid w:val="001C41AC"/>
    <w:rsid w:val="001C6DA2"/>
    <w:rsid w:val="001D1D7F"/>
    <w:rsid w:val="001D2660"/>
    <w:rsid w:val="001D3A1B"/>
    <w:rsid w:val="001D4CA8"/>
    <w:rsid w:val="001E3AB9"/>
    <w:rsid w:val="001E5B38"/>
    <w:rsid w:val="001E61CA"/>
    <w:rsid w:val="001F0D45"/>
    <w:rsid w:val="001F4C7E"/>
    <w:rsid w:val="001FF31A"/>
    <w:rsid w:val="002016DD"/>
    <w:rsid w:val="00207546"/>
    <w:rsid w:val="0021032A"/>
    <w:rsid w:val="002103DE"/>
    <w:rsid w:val="00210FF6"/>
    <w:rsid w:val="00213429"/>
    <w:rsid w:val="00217869"/>
    <w:rsid w:val="0022613B"/>
    <w:rsid w:val="00227F3A"/>
    <w:rsid w:val="00231721"/>
    <w:rsid w:val="00233CAD"/>
    <w:rsid w:val="00237211"/>
    <w:rsid w:val="00245904"/>
    <w:rsid w:val="00254E5E"/>
    <w:rsid w:val="0025633A"/>
    <w:rsid w:val="00260E09"/>
    <w:rsid w:val="00263A98"/>
    <w:rsid w:val="002679DC"/>
    <w:rsid w:val="002702E7"/>
    <w:rsid w:val="002711E5"/>
    <w:rsid w:val="00273C40"/>
    <w:rsid w:val="00275CF7"/>
    <w:rsid w:val="00275ECF"/>
    <w:rsid w:val="002765AA"/>
    <w:rsid w:val="002879A2"/>
    <w:rsid w:val="0029130A"/>
    <w:rsid w:val="002952BC"/>
    <w:rsid w:val="00296F14"/>
    <w:rsid w:val="002A2476"/>
    <w:rsid w:val="002A581F"/>
    <w:rsid w:val="002A7215"/>
    <w:rsid w:val="002B1DE5"/>
    <w:rsid w:val="002B2C06"/>
    <w:rsid w:val="002B3B88"/>
    <w:rsid w:val="002B6982"/>
    <w:rsid w:val="002C120B"/>
    <w:rsid w:val="002C1BD1"/>
    <w:rsid w:val="002C27CD"/>
    <w:rsid w:val="002C2BF6"/>
    <w:rsid w:val="002D24E6"/>
    <w:rsid w:val="002D68A5"/>
    <w:rsid w:val="002E0F8F"/>
    <w:rsid w:val="002E655E"/>
    <w:rsid w:val="002E7107"/>
    <w:rsid w:val="002E736E"/>
    <w:rsid w:val="002F0D08"/>
    <w:rsid w:val="002F37AB"/>
    <w:rsid w:val="002F7593"/>
    <w:rsid w:val="002F777B"/>
    <w:rsid w:val="002F7D9E"/>
    <w:rsid w:val="00300D5B"/>
    <w:rsid w:val="00301AEE"/>
    <w:rsid w:val="003054CD"/>
    <w:rsid w:val="00314119"/>
    <w:rsid w:val="00314CAF"/>
    <w:rsid w:val="003156A9"/>
    <w:rsid w:val="00317952"/>
    <w:rsid w:val="00321236"/>
    <w:rsid w:val="003216B6"/>
    <w:rsid w:val="00327FDC"/>
    <w:rsid w:val="00336216"/>
    <w:rsid w:val="0034196C"/>
    <w:rsid w:val="00341E40"/>
    <w:rsid w:val="00345ACB"/>
    <w:rsid w:val="0035263A"/>
    <w:rsid w:val="00354AE0"/>
    <w:rsid w:val="00357D82"/>
    <w:rsid w:val="00360E0E"/>
    <w:rsid w:val="00362DF1"/>
    <w:rsid w:val="00365429"/>
    <w:rsid w:val="0036660E"/>
    <w:rsid w:val="003678F0"/>
    <w:rsid w:val="00376D85"/>
    <w:rsid w:val="00382F6E"/>
    <w:rsid w:val="003861B6"/>
    <w:rsid w:val="00395DC1"/>
    <w:rsid w:val="00397597"/>
    <w:rsid w:val="003A7159"/>
    <w:rsid w:val="003A738D"/>
    <w:rsid w:val="003A7620"/>
    <w:rsid w:val="003B1EF6"/>
    <w:rsid w:val="003B41A9"/>
    <w:rsid w:val="003B6C80"/>
    <w:rsid w:val="003C0D41"/>
    <w:rsid w:val="003C346D"/>
    <w:rsid w:val="003D51F7"/>
    <w:rsid w:val="003E0866"/>
    <w:rsid w:val="003E129D"/>
    <w:rsid w:val="003E12A6"/>
    <w:rsid w:val="003E42D2"/>
    <w:rsid w:val="003E49FA"/>
    <w:rsid w:val="003E4BFE"/>
    <w:rsid w:val="003E53E5"/>
    <w:rsid w:val="003F099B"/>
    <w:rsid w:val="003F3FEE"/>
    <w:rsid w:val="003F497E"/>
    <w:rsid w:val="00404CB9"/>
    <w:rsid w:val="00405909"/>
    <w:rsid w:val="00415CC0"/>
    <w:rsid w:val="00416D6D"/>
    <w:rsid w:val="004228B2"/>
    <w:rsid w:val="0042463F"/>
    <w:rsid w:val="00426E60"/>
    <w:rsid w:val="00433F14"/>
    <w:rsid w:val="004357F0"/>
    <w:rsid w:val="00436297"/>
    <w:rsid w:val="0044444F"/>
    <w:rsid w:val="00445D44"/>
    <w:rsid w:val="004521DA"/>
    <w:rsid w:val="004563CB"/>
    <w:rsid w:val="00456F3F"/>
    <w:rsid w:val="00461633"/>
    <w:rsid w:val="0046691C"/>
    <w:rsid w:val="00466B52"/>
    <w:rsid w:val="00471E3C"/>
    <w:rsid w:val="00474E26"/>
    <w:rsid w:val="00480161"/>
    <w:rsid w:val="00481CDF"/>
    <w:rsid w:val="00483B42"/>
    <w:rsid w:val="004872C2"/>
    <w:rsid w:val="00487DF6"/>
    <w:rsid w:val="004975C8"/>
    <w:rsid w:val="00497A2A"/>
    <w:rsid w:val="004B0291"/>
    <w:rsid w:val="004B1A51"/>
    <w:rsid w:val="004B5480"/>
    <w:rsid w:val="004B6914"/>
    <w:rsid w:val="004C2EA5"/>
    <w:rsid w:val="004C5DD0"/>
    <w:rsid w:val="004D2081"/>
    <w:rsid w:val="004D4DEC"/>
    <w:rsid w:val="004D61A3"/>
    <w:rsid w:val="004D6930"/>
    <w:rsid w:val="004E4799"/>
    <w:rsid w:val="004E5009"/>
    <w:rsid w:val="004E7406"/>
    <w:rsid w:val="004F01CD"/>
    <w:rsid w:val="004F0835"/>
    <w:rsid w:val="004F5DB8"/>
    <w:rsid w:val="004F7ED3"/>
    <w:rsid w:val="00500BC0"/>
    <w:rsid w:val="005025A1"/>
    <w:rsid w:val="00506C18"/>
    <w:rsid w:val="00512233"/>
    <w:rsid w:val="005126B0"/>
    <w:rsid w:val="00514051"/>
    <w:rsid w:val="00515776"/>
    <w:rsid w:val="00520AC8"/>
    <w:rsid w:val="005249D3"/>
    <w:rsid w:val="00525C39"/>
    <w:rsid w:val="00527393"/>
    <w:rsid w:val="00527753"/>
    <w:rsid w:val="00534E97"/>
    <w:rsid w:val="00536599"/>
    <w:rsid w:val="00541241"/>
    <w:rsid w:val="0054400F"/>
    <w:rsid w:val="005442BE"/>
    <w:rsid w:val="0054585E"/>
    <w:rsid w:val="00553E45"/>
    <w:rsid w:val="00563A62"/>
    <w:rsid w:val="00567066"/>
    <w:rsid w:val="00572D76"/>
    <w:rsid w:val="00573422"/>
    <w:rsid w:val="0057355B"/>
    <w:rsid w:val="00580C3D"/>
    <w:rsid w:val="00581337"/>
    <w:rsid w:val="0058581D"/>
    <w:rsid w:val="00586F05"/>
    <w:rsid w:val="00591F6A"/>
    <w:rsid w:val="005944AA"/>
    <w:rsid w:val="005944FA"/>
    <w:rsid w:val="00596D5A"/>
    <w:rsid w:val="005974F3"/>
    <w:rsid w:val="005A7E6F"/>
    <w:rsid w:val="005B2B8F"/>
    <w:rsid w:val="005B2D19"/>
    <w:rsid w:val="005B6354"/>
    <w:rsid w:val="005C424A"/>
    <w:rsid w:val="005C45AD"/>
    <w:rsid w:val="005D1820"/>
    <w:rsid w:val="005D2DFD"/>
    <w:rsid w:val="005D376B"/>
    <w:rsid w:val="005D3D2B"/>
    <w:rsid w:val="005D42F5"/>
    <w:rsid w:val="005E5490"/>
    <w:rsid w:val="005E5F9D"/>
    <w:rsid w:val="005F090B"/>
    <w:rsid w:val="005F0FB9"/>
    <w:rsid w:val="005F18F0"/>
    <w:rsid w:val="005F21E1"/>
    <w:rsid w:val="005F29DB"/>
    <w:rsid w:val="005F3349"/>
    <w:rsid w:val="005F7E06"/>
    <w:rsid w:val="006053D7"/>
    <w:rsid w:val="00605B67"/>
    <w:rsid w:val="00605F96"/>
    <w:rsid w:val="00607FC1"/>
    <w:rsid w:val="00611DDD"/>
    <w:rsid w:val="00615CD8"/>
    <w:rsid w:val="00616C4D"/>
    <w:rsid w:val="00617D30"/>
    <w:rsid w:val="006246FD"/>
    <w:rsid w:val="006251D9"/>
    <w:rsid w:val="00625DEB"/>
    <w:rsid w:val="00630787"/>
    <w:rsid w:val="0063303C"/>
    <w:rsid w:val="00634E51"/>
    <w:rsid w:val="0063501F"/>
    <w:rsid w:val="00636E23"/>
    <w:rsid w:val="006378B0"/>
    <w:rsid w:val="006408B6"/>
    <w:rsid w:val="00643BC5"/>
    <w:rsid w:val="00647696"/>
    <w:rsid w:val="00650A42"/>
    <w:rsid w:val="006513BD"/>
    <w:rsid w:val="00652D69"/>
    <w:rsid w:val="00655FFD"/>
    <w:rsid w:val="0065687E"/>
    <w:rsid w:val="00656ABE"/>
    <w:rsid w:val="006609EF"/>
    <w:rsid w:val="00662D4C"/>
    <w:rsid w:val="0067037B"/>
    <w:rsid w:val="00673BC5"/>
    <w:rsid w:val="00676ECB"/>
    <w:rsid w:val="006772EA"/>
    <w:rsid w:val="00680CC2"/>
    <w:rsid w:val="00685674"/>
    <w:rsid w:val="006858F2"/>
    <w:rsid w:val="00686D04"/>
    <w:rsid w:val="00687575"/>
    <w:rsid w:val="0069387A"/>
    <w:rsid w:val="006957CD"/>
    <w:rsid w:val="006965B6"/>
    <w:rsid w:val="006966A3"/>
    <w:rsid w:val="006A245F"/>
    <w:rsid w:val="006A5AD8"/>
    <w:rsid w:val="006A5D2E"/>
    <w:rsid w:val="006A5DAE"/>
    <w:rsid w:val="006A6A58"/>
    <w:rsid w:val="006A72DC"/>
    <w:rsid w:val="006B2404"/>
    <w:rsid w:val="006B421E"/>
    <w:rsid w:val="006B4A73"/>
    <w:rsid w:val="006B66C5"/>
    <w:rsid w:val="006C0A33"/>
    <w:rsid w:val="006C3380"/>
    <w:rsid w:val="006C61CB"/>
    <w:rsid w:val="006C63C9"/>
    <w:rsid w:val="006D70F9"/>
    <w:rsid w:val="006D79D5"/>
    <w:rsid w:val="006D7AF0"/>
    <w:rsid w:val="006D7E74"/>
    <w:rsid w:val="006D7F1A"/>
    <w:rsid w:val="006E597D"/>
    <w:rsid w:val="006E5C29"/>
    <w:rsid w:val="006E5FE6"/>
    <w:rsid w:val="006E764F"/>
    <w:rsid w:val="006F270F"/>
    <w:rsid w:val="006F31DE"/>
    <w:rsid w:val="006F643E"/>
    <w:rsid w:val="00701FA4"/>
    <w:rsid w:val="00702628"/>
    <w:rsid w:val="00702F75"/>
    <w:rsid w:val="007038CF"/>
    <w:rsid w:val="007073A0"/>
    <w:rsid w:val="00713C73"/>
    <w:rsid w:val="00714005"/>
    <w:rsid w:val="00716DC2"/>
    <w:rsid w:val="00721F17"/>
    <w:rsid w:val="00725276"/>
    <w:rsid w:val="007255B1"/>
    <w:rsid w:val="007276DE"/>
    <w:rsid w:val="0073021D"/>
    <w:rsid w:val="007303B7"/>
    <w:rsid w:val="007315D5"/>
    <w:rsid w:val="007350CD"/>
    <w:rsid w:val="00737AEE"/>
    <w:rsid w:val="00745B69"/>
    <w:rsid w:val="00750CC9"/>
    <w:rsid w:val="007527C5"/>
    <w:rsid w:val="007607AD"/>
    <w:rsid w:val="007609FA"/>
    <w:rsid w:val="00774806"/>
    <w:rsid w:val="00781948"/>
    <w:rsid w:val="00781A26"/>
    <w:rsid w:val="00792D6B"/>
    <w:rsid w:val="007932C3"/>
    <w:rsid w:val="007955DE"/>
    <w:rsid w:val="007A4842"/>
    <w:rsid w:val="007A7F31"/>
    <w:rsid w:val="007B5183"/>
    <w:rsid w:val="007B5517"/>
    <w:rsid w:val="007B6247"/>
    <w:rsid w:val="007B7DD9"/>
    <w:rsid w:val="007C231A"/>
    <w:rsid w:val="007C2DB8"/>
    <w:rsid w:val="007C400E"/>
    <w:rsid w:val="007C4C24"/>
    <w:rsid w:val="007C68F5"/>
    <w:rsid w:val="007D1B14"/>
    <w:rsid w:val="007D2DEB"/>
    <w:rsid w:val="007D424C"/>
    <w:rsid w:val="007D6290"/>
    <w:rsid w:val="007D6D37"/>
    <w:rsid w:val="007E1FF9"/>
    <w:rsid w:val="007E3ECE"/>
    <w:rsid w:val="007E4693"/>
    <w:rsid w:val="007E58FB"/>
    <w:rsid w:val="007F214D"/>
    <w:rsid w:val="007F5567"/>
    <w:rsid w:val="007F7939"/>
    <w:rsid w:val="00801023"/>
    <w:rsid w:val="008066AD"/>
    <w:rsid w:val="00810CD0"/>
    <w:rsid w:val="00811772"/>
    <w:rsid w:val="00814A14"/>
    <w:rsid w:val="00816056"/>
    <w:rsid w:val="00816BB3"/>
    <w:rsid w:val="0082368A"/>
    <w:rsid w:val="00825C57"/>
    <w:rsid w:val="00827179"/>
    <w:rsid w:val="00827201"/>
    <w:rsid w:val="00827951"/>
    <w:rsid w:val="00833624"/>
    <w:rsid w:val="0083467E"/>
    <w:rsid w:val="0083784D"/>
    <w:rsid w:val="00847355"/>
    <w:rsid w:val="00850460"/>
    <w:rsid w:val="008518CE"/>
    <w:rsid w:val="00853FD2"/>
    <w:rsid w:val="0085654D"/>
    <w:rsid w:val="0086485B"/>
    <w:rsid w:val="00866FCC"/>
    <w:rsid w:val="00873B17"/>
    <w:rsid w:val="00873E01"/>
    <w:rsid w:val="00881C5B"/>
    <w:rsid w:val="0088780F"/>
    <w:rsid w:val="00891795"/>
    <w:rsid w:val="00893285"/>
    <w:rsid w:val="00893532"/>
    <w:rsid w:val="008A01FB"/>
    <w:rsid w:val="008A526F"/>
    <w:rsid w:val="008A6E40"/>
    <w:rsid w:val="008A7DD0"/>
    <w:rsid w:val="008B0DD5"/>
    <w:rsid w:val="008B53AE"/>
    <w:rsid w:val="008B694C"/>
    <w:rsid w:val="008B7D05"/>
    <w:rsid w:val="008C1E2C"/>
    <w:rsid w:val="008C2E7A"/>
    <w:rsid w:val="008D080D"/>
    <w:rsid w:val="008D0BB9"/>
    <w:rsid w:val="008D36D5"/>
    <w:rsid w:val="008D4CFE"/>
    <w:rsid w:val="008D5D1D"/>
    <w:rsid w:val="008D684D"/>
    <w:rsid w:val="008D7DF9"/>
    <w:rsid w:val="008E1D3B"/>
    <w:rsid w:val="008E7DBD"/>
    <w:rsid w:val="008F3D4F"/>
    <w:rsid w:val="008F59FD"/>
    <w:rsid w:val="008F7945"/>
    <w:rsid w:val="00900217"/>
    <w:rsid w:val="00902495"/>
    <w:rsid w:val="00902D24"/>
    <w:rsid w:val="00903F27"/>
    <w:rsid w:val="00911AD2"/>
    <w:rsid w:val="00911F0B"/>
    <w:rsid w:val="00912688"/>
    <w:rsid w:val="00921E7D"/>
    <w:rsid w:val="0092548D"/>
    <w:rsid w:val="00926466"/>
    <w:rsid w:val="00933294"/>
    <w:rsid w:val="00940D78"/>
    <w:rsid w:val="009417E1"/>
    <w:rsid w:val="009420E7"/>
    <w:rsid w:val="009444A8"/>
    <w:rsid w:val="00953E2C"/>
    <w:rsid w:val="009540EF"/>
    <w:rsid w:val="00955A2E"/>
    <w:rsid w:val="00955CB3"/>
    <w:rsid w:val="00955EBC"/>
    <w:rsid w:val="00956E08"/>
    <w:rsid w:val="00965781"/>
    <w:rsid w:val="00974570"/>
    <w:rsid w:val="00974792"/>
    <w:rsid w:val="009755FF"/>
    <w:rsid w:val="00980ED2"/>
    <w:rsid w:val="0098277C"/>
    <w:rsid w:val="00987568"/>
    <w:rsid w:val="00990E17"/>
    <w:rsid w:val="009A24AD"/>
    <w:rsid w:val="009A45C4"/>
    <w:rsid w:val="009A6DC9"/>
    <w:rsid w:val="009A774B"/>
    <w:rsid w:val="009B08ED"/>
    <w:rsid w:val="009B2030"/>
    <w:rsid w:val="009B2619"/>
    <w:rsid w:val="009B67EF"/>
    <w:rsid w:val="009C00DE"/>
    <w:rsid w:val="009C5433"/>
    <w:rsid w:val="009D02ED"/>
    <w:rsid w:val="009D4336"/>
    <w:rsid w:val="009D4E5C"/>
    <w:rsid w:val="009D53C9"/>
    <w:rsid w:val="009D7CB1"/>
    <w:rsid w:val="009E1548"/>
    <w:rsid w:val="009F1AC9"/>
    <w:rsid w:val="009F3662"/>
    <w:rsid w:val="009F56FA"/>
    <w:rsid w:val="009F7F18"/>
    <w:rsid w:val="00A0007A"/>
    <w:rsid w:val="00A01DD4"/>
    <w:rsid w:val="00A03118"/>
    <w:rsid w:val="00A07BB6"/>
    <w:rsid w:val="00A20C7C"/>
    <w:rsid w:val="00A232ED"/>
    <w:rsid w:val="00A23797"/>
    <w:rsid w:val="00A264BD"/>
    <w:rsid w:val="00A26DF9"/>
    <w:rsid w:val="00A35CB9"/>
    <w:rsid w:val="00A441BF"/>
    <w:rsid w:val="00A44296"/>
    <w:rsid w:val="00A443B7"/>
    <w:rsid w:val="00A53E96"/>
    <w:rsid w:val="00A63F31"/>
    <w:rsid w:val="00A678F1"/>
    <w:rsid w:val="00A709ED"/>
    <w:rsid w:val="00A75130"/>
    <w:rsid w:val="00A7622B"/>
    <w:rsid w:val="00A76E5A"/>
    <w:rsid w:val="00A81C55"/>
    <w:rsid w:val="00A820FC"/>
    <w:rsid w:val="00A83B4A"/>
    <w:rsid w:val="00A84CF1"/>
    <w:rsid w:val="00A85A90"/>
    <w:rsid w:val="00A92278"/>
    <w:rsid w:val="00A94A8B"/>
    <w:rsid w:val="00A955DC"/>
    <w:rsid w:val="00A95639"/>
    <w:rsid w:val="00A96DCB"/>
    <w:rsid w:val="00AA7A21"/>
    <w:rsid w:val="00AB07E2"/>
    <w:rsid w:val="00AB19BB"/>
    <w:rsid w:val="00AB5782"/>
    <w:rsid w:val="00AC0733"/>
    <w:rsid w:val="00AC16E1"/>
    <w:rsid w:val="00AC3E24"/>
    <w:rsid w:val="00AC6642"/>
    <w:rsid w:val="00AC66D6"/>
    <w:rsid w:val="00AE181F"/>
    <w:rsid w:val="00AE39AD"/>
    <w:rsid w:val="00AE6A3F"/>
    <w:rsid w:val="00AE7561"/>
    <w:rsid w:val="00AF0F76"/>
    <w:rsid w:val="00AF10C3"/>
    <w:rsid w:val="00AF3FC6"/>
    <w:rsid w:val="00AF4767"/>
    <w:rsid w:val="00B00165"/>
    <w:rsid w:val="00B02694"/>
    <w:rsid w:val="00B12B56"/>
    <w:rsid w:val="00B144D6"/>
    <w:rsid w:val="00B16444"/>
    <w:rsid w:val="00B16772"/>
    <w:rsid w:val="00B1796E"/>
    <w:rsid w:val="00B2333F"/>
    <w:rsid w:val="00B26524"/>
    <w:rsid w:val="00B3155A"/>
    <w:rsid w:val="00B31BF6"/>
    <w:rsid w:val="00B414F4"/>
    <w:rsid w:val="00B425EA"/>
    <w:rsid w:val="00B43304"/>
    <w:rsid w:val="00B4368D"/>
    <w:rsid w:val="00B44992"/>
    <w:rsid w:val="00B46948"/>
    <w:rsid w:val="00B472A3"/>
    <w:rsid w:val="00B47833"/>
    <w:rsid w:val="00B47B3E"/>
    <w:rsid w:val="00B507F4"/>
    <w:rsid w:val="00B540ED"/>
    <w:rsid w:val="00B5562B"/>
    <w:rsid w:val="00B5606C"/>
    <w:rsid w:val="00B56458"/>
    <w:rsid w:val="00B578F1"/>
    <w:rsid w:val="00B61C8E"/>
    <w:rsid w:val="00B63050"/>
    <w:rsid w:val="00B77D4D"/>
    <w:rsid w:val="00B81009"/>
    <w:rsid w:val="00B81554"/>
    <w:rsid w:val="00B8319D"/>
    <w:rsid w:val="00B8480A"/>
    <w:rsid w:val="00B848D4"/>
    <w:rsid w:val="00B86768"/>
    <w:rsid w:val="00B8680B"/>
    <w:rsid w:val="00B87819"/>
    <w:rsid w:val="00B91303"/>
    <w:rsid w:val="00B940A2"/>
    <w:rsid w:val="00BA1583"/>
    <w:rsid w:val="00BA1765"/>
    <w:rsid w:val="00BA6210"/>
    <w:rsid w:val="00BA64F5"/>
    <w:rsid w:val="00BA678E"/>
    <w:rsid w:val="00BA7408"/>
    <w:rsid w:val="00BB0C1F"/>
    <w:rsid w:val="00BB0DA8"/>
    <w:rsid w:val="00BB3529"/>
    <w:rsid w:val="00BB4B84"/>
    <w:rsid w:val="00BB5ADC"/>
    <w:rsid w:val="00BC03EC"/>
    <w:rsid w:val="00BC0F1A"/>
    <w:rsid w:val="00BC2612"/>
    <w:rsid w:val="00BC353C"/>
    <w:rsid w:val="00BC5460"/>
    <w:rsid w:val="00BC63D0"/>
    <w:rsid w:val="00BC68CA"/>
    <w:rsid w:val="00BD2792"/>
    <w:rsid w:val="00BD374A"/>
    <w:rsid w:val="00BD6DC5"/>
    <w:rsid w:val="00BE0D4E"/>
    <w:rsid w:val="00BE10A1"/>
    <w:rsid w:val="00BE1534"/>
    <w:rsid w:val="00BE1EE2"/>
    <w:rsid w:val="00BE3D60"/>
    <w:rsid w:val="00BE6C56"/>
    <w:rsid w:val="00BF4861"/>
    <w:rsid w:val="00C12A93"/>
    <w:rsid w:val="00C130AC"/>
    <w:rsid w:val="00C15579"/>
    <w:rsid w:val="00C159FC"/>
    <w:rsid w:val="00C22E1A"/>
    <w:rsid w:val="00C31933"/>
    <w:rsid w:val="00C36191"/>
    <w:rsid w:val="00C36300"/>
    <w:rsid w:val="00C40A44"/>
    <w:rsid w:val="00C44E78"/>
    <w:rsid w:val="00C44F9F"/>
    <w:rsid w:val="00C51BC4"/>
    <w:rsid w:val="00C5466B"/>
    <w:rsid w:val="00C54BD9"/>
    <w:rsid w:val="00C54E12"/>
    <w:rsid w:val="00C5501F"/>
    <w:rsid w:val="00C55CA5"/>
    <w:rsid w:val="00C5664F"/>
    <w:rsid w:val="00C57AFE"/>
    <w:rsid w:val="00C64666"/>
    <w:rsid w:val="00C65166"/>
    <w:rsid w:val="00C672D3"/>
    <w:rsid w:val="00C7073A"/>
    <w:rsid w:val="00C70CD3"/>
    <w:rsid w:val="00C752C2"/>
    <w:rsid w:val="00C80C06"/>
    <w:rsid w:val="00C83527"/>
    <w:rsid w:val="00C87E9B"/>
    <w:rsid w:val="00C910BF"/>
    <w:rsid w:val="00C91B9E"/>
    <w:rsid w:val="00C9211D"/>
    <w:rsid w:val="00C94CEB"/>
    <w:rsid w:val="00C951DC"/>
    <w:rsid w:val="00C95B8D"/>
    <w:rsid w:val="00C979B8"/>
    <w:rsid w:val="00CA2811"/>
    <w:rsid w:val="00CA3F3E"/>
    <w:rsid w:val="00CA48BB"/>
    <w:rsid w:val="00CA7DF2"/>
    <w:rsid w:val="00CB14DF"/>
    <w:rsid w:val="00CB4D9E"/>
    <w:rsid w:val="00CB6557"/>
    <w:rsid w:val="00CB79A7"/>
    <w:rsid w:val="00CC1C1C"/>
    <w:rsid w:val="00CC294B"/>
    <w:rsid w:val="00CC470A"/>
    <w:rsid w:val="00CC58FF"/>
    <w:rsid w:val="00CC686F"/>
    <w:rsid w:val="00CC78BF"/>
    <w:rsid w:val="00CC7AAD"/>
    <w:rsid w:val="00CD08E7"/>
    <w:rsid w:val="00CD0CA7"/>
    <w:rsid w:val="00CD5B3A"/>
    <w:rsid w:val="00CE220E"/>
    <w:rsid w:val="00CE455D"/>
    <w:rsid w:val="00CE582A"/>
    <w:rsid w:val="00CE6481"/>
    <w:rsid w:val="00CE6C11"/>
    <w:rsid w:val="00CE725B"/>
    <w:rsid w:val="00CF0653"/>
    <w:rsid w:val="00CF2E8F"/>
    <w:rsid w:val="00CF3FF3"/>
    <w:rsid w:val="00D01B25"/>
    <w:rsid w:val="00D04DAE"/>
    <w:rsid w:val="00D06548"/>
    <w:rsid w:val="00D07A32"/>
    <w:rsid w:val="00D1166D"/>
    <w:rsid w:val="00D137F8"/>
    <w:rsid w:val="00D13901"/>
    <w:rsid w:val="00D16B27"/>
    <w:rsid w:val="00D20EA8"/>
    <w:rsid w:val="00D21BF4"/>
    <w:rsid w:val="00D224D5"/>
    <w:rsid w:val="00D25ABC"/>
    <w:rsid w:val="00D26A94"/>
    <w:rsid w:val="00D30039"/>
    <w:rsid w:val="00D302F7"/>
    <w:rsid w:val="00D370F6"/>
    <w:rsid w:val="00D408E4"/>
    <w:rsid w:val="00D500AE"/>
    <w:rsid w:val="00D50166"/>
    <w:rsid w:val="00D54044"/>
    <w:rsid w:val="00D5466B"/>
    <w:rsid w:val="00D56B48"/>
    <w:rsid w:val="00D6192A"/>
    <w:rsid w:val="00D62683"/>
    <w:rsid w:val="00D6435E"/>
    <w:rsid w:val="00D65001"/>
    <w:rsid w:val="00D651FD"/>
    <w:rsid w:val="00D707FC"/>
    <w:rsid w:val="00D729EB"/>
    <w:rsid w:val="00D7375D"/>
    <w:rsid w:val="00D7471A"/>
    <w:rsid w:val="00D759FD"/>
    <w:rsid w:val="00D75DA1"/>
    <w:rsid w:val="00D763CB"/>
    <w:rsid w:val="00D7675E"/>
    <w:rsid w:val="00D81A16"/>
    <w:rsid w:val="00D8670C"/>
    <w:rsid w:val="00D91297"/>
    <w:rsid w:val="00D91E10"/>
    <w:rsid w:val="00D96444"/>
    <w:rsid w:val="00DA3627"/>
    <w:rsid w:val="00DA3B6B"/>
    <w:rsid w:val="00DA4E5B"/>
    <w:rsid w:val="00DA6628"/>
    <w:rsid w:val="00DB1706"/>
    <w:rsid w:val="00DB2641"/>
    <w:rsid w:val="00DB419F"/>
    <w:rsid w:val="00DB5212"/>
    <w:rsid w:val="00DB581F"/>
    <w:rsid w:val="00DB714F"/>
    <w:rsid w:val="00DC36B8"/>
    <w:rsid w:val="00DC4E10"/>
    <w:rsid w:val="00DC6B8B"/>
    <w:rsid w:val="00DD32C4"/>
    <w:rsid w:val="00DD71B4"/>
    <w:rsid w:val="00DE4759"/>
    <w:rsid w:val="00DE7CC8"/>
    <w:rsid w:val="00DE7D69"/>
    <w:rsid w:val="00DF1744"/>
    <w:rsid w:val="00DF1FA3"/>
    <w:rsid w:val="00DF4646"/>
    <w:rsid w:val="00E0040C"/>
    <w:rsid w:val="00E02B9F"/>
    <w:rsid w:val="00E04277"/>
    <w:rsid w:val="00E04E4B"/>
    <w:rsid w:val="00E119D0"/>
    <w:rsid w:val="00E11C6F"/>
    <w:rsid w:val="00E1463C"/>
    <w:rsid w:val="00E15C32"/>
    <w:rsid w:val="00E17320"/>
    <w:rsid w:val="00E202B1"/>
    <w:rsid w:val="00E23D02"/>
    <w:rsid w:val="00E30A96"/>
    <w:rsid w:val="00E36C89"/>
    <w:rsid w:val="00E412C9"/>
    <w:rsid w:val="00E47394"/>
    <w:rsid w:val="00E523C3"/>
    <w:rsid w:val="00E53868"/>
    <w:rsid w:val="00E6669A"/>
    <w:rsid w:val="00E83C2F"/>
    <w:rsid w:val="00E85430"/>
    <w:rsid w:val="00E869E2"/>
    <w:rsid w:val="00E874E4"/>
    <w:rsid w:val="00E92BC9"/>
    <w:rsid w:val="00E92C18"/>
    <w:rsid w:val="00E96B0B"/>
    <w:rsid w:val="00E96B53"/>
    <w:rsid w:val="00EA0F6C"/>
    <w:rsid w:val="00EA169B"/>
    <w:rsid w:val="00EA2C0B"/>
    <w:rsid w:val="00EA7DDD"/>
    <w:rsid w:val="00EB1F04"/>
    <w:rsid w:val="00EB3159"/>
    <w:rsid w:val="00EB45A8"/>
    <w:rsid w:val="00EB71BB"/>
    <w:rsid w:val="00EB71CC"/>
    <w:rsid w:val="00EC087D"/>
    <w:rsid w:val="00EC1017"/>
    <w:rsid w:val="00EC5B30"/>
    <w:rsid w:val="00EC64E3"/>
    <w:rsid w:val="00EC7C3D"/>
    <w:rsid w:val="00EE19EF"/>
    <w:rsid w:val="00EE6F70"/>
    <w:rsid w:val="00EF6120"/>
    <w:rsid w:val="00EF681E"/>
    <w:rsid w:val="00F0151D"/>
    <w:rsid w:val="00F0524B"/>
    <w:rsid w:val="00F0728F"/>
    <w:rsid w:val="00F159C9"/>
    <w:rsid w:val="00F25A10"/>
    <w:rsid w:val="00F27D63"/>
    <w:rsid w:val="00F33E8F"/>
    <w:rsid w:val="00F40425"/>
    <w:rsid w:val="00F4222D"/>
    <w:rsid w:val="00F50F8F"/>
    <w:rsid w:val="00F5326F"/>
    <w:rsid w:val="00F5501C"/>
    <w:rsid w:val="00F56942"/>
    <w:rsid w:val="00F603E0"/>
    <w:rsid w:val="00F60DBB"/>
    <w:rsid w:val="00F60FC1"/>
    <w:rsid w:val="00F65063"/>
    <w:rsid w:val="00F67803"/>
    <w:rsid w:val="00F67B36"/>
    <w:rsid w:val="00F710D6"/>
    <w:rsid w:val="00F83DCB"/>
    <w:rsid w:val="00F938C1"/>
    <w:rsid w:val="00FA37DD"/>
    <w:rsid w:val="00FB0625"/>
    <w:rsid w:val="00FB0E98"/>
    <w:rsid w:val="00FB2D85"/>
    <w:rsid w:val="00FB449C"/>
    <w:rsid w:val="00FB6520"/>
    <w:rsid w:val="00FC07B3"/>
    <w:rsid w:val="00FC27B9"/>
    <w:rsid w:val="00FC3FD2"/>
    <w:rsid w:val="00FD0805"/>
    <w:rsid w:val="00FD0E2B"/>
    <w:rsid w:val="00FD527D"/>
    <w:rsid w:val="00FD528D"/>
    <w:rsid w:val="00FE609D"/>
    <w:rsid w:val="00FE678B"/>
    <w:rsid w:val="00FF042D"/>
    <w:rsid w:val="00FF3207"/>
    <w:rsid w:val="0162127E"/>
    <w:rsid w:val="019A2C9F"/>
    <w:rsid w:val="021171B3"/>
    <w:rsid w:val="0259E8A7"/>
    <w:rsid w:val="02E61F23"/>
    <w:rsid w:val="0351616B"/>
    <w:rsid w:val="039CEF69"/>
    <w:rsid w:val="03AD491F"/>
    <w:rsid w:val="04D8E1AC"/>
    <w:rsid w:val="04FC4319"/>
    <w:rsid w:val="05F6DD02"/>
    <w:rsid w:val="068F2952"/>
    <w:rsid w:val="06A08460"/>
    <w:rsid w:val="06B3E70D"/>
    <w:rsid w:val="06FB7720"/>
    <w:rsid w:val="07AB95F7"/>
    <w:rsid w:val="07AD425A"/>
    <w:rsid w:val="082A44BE"/>
    <w:rsid w:val="083C794E"/>
    <w:rsid w:val="0863A0DC"/>
    <w:rsid w:val="089D94A1"/>
    <w:rsid w:val="08BCD986"/>
    <w:rsid w:val="09299C58"/>
    <w:rsid w:val="0973A797"/>
    <w:rsid w:val="09CDBC55"/>
    <w:rsid w:val="09E1CFD8"/>
    <w:rsid w:val="0A369437"/>
    <w:rsid w:val="0B3F625C"/>
    <w:rsid w:val="0B4DC6DF"/>
    <w:rsid w:val="0BD6E33A"/>
    <w:rsid w:val="0C0834F9"/>
    <w:rsid w:val="0CB1AD8F"/>
    <w:rsid w:val="0CB887B3"/>
    <w:rsid w:val="0CDA5DEF"/>
    <w:rsid w:val="0CE2DFD6"/>
    <w:rsid w:val="0D913022"/>
    <w:rsid w:val="0DA91C29"/>
    <w:rsid w:val="0DAA3125"/>
    <w:rsid w:val="0E1A9BDF"/>
    <w:rsid w:val="0E702BE3"/>
    <w:rsid w:val="0EBDB163"/>
    <w:rsid w:val="0EFE05C2"/>
    <w:rsid w:val="0F1EA279"/>
    <w:rsid w:val="0F569D14"/>
    <w:rsid w:val="0F842D10"/>
    <w:rsid w:val="0FA50B1C"/>
    <w:rsid w:val="0FDF30F8"/>
    <w:rsid w:val="1027AEEB"/>
    <w:rsid w:val="103C9A3A"/>
    <w:rsid w:val="10BDE303"/>
    <w:rsid w:val="11857591"/>
    <w:rsid w:val="11A6F51A"/>
    <w:rsid w:val="11CE652C"/>
    <w:rsid w:val="120F9FDA"/>
    <w:rsid w:val="1213C883"/>
    <w:rsid w:val="1262E236"/>
    <w:rsid w:val="126A2DDA"/>
    <w:rsid w:val="12C5B592"/>
    <w:rsid w:val="12C75451"/>
    <w:rsid w:val="12CD3198"/>
    <w:rsid w:val="1356E28B"/>
    <w:rsid w:val="13D2AEB0"/>
    <w:rsid w:val="13D710D9"/>
    <w:rsid w:val="13E106C4"/>
    <w:rsid w:val="13E86E71"/>
    <w:rsid w:val="13EA48FE"/>
    <w:rsid w:val="1420A3A9"/>
    <w:rsid w:val="14BD4B30"/>
    <w:rsid w:val="14C00679"/>
    <w:rsid w:val="15338FFF"/>
    <w:rsid w:val="162346FE"/>
    <w:rsid w:val="1670C6FF"/>
    <w:rsid w:val="1744C3C0"/>
    <w:rsid w:val="176A5098"/>
    <w:rsid w:val="17B3379C"/>
    <w:rsid w:val="17FDACC9"/>
    <w:rsid w:val="1839A244"/>
    <w:rsid w:val="184D6289"/>
    <w:rsid w:val="188D68C3"/>
    <w:rsid w:val="18D20585"/>
    <w:rsid w:val="18F10A51"/>
    <w:rsid w:val="19B51295"/>
    <w:rsid w:val="19BCA850"/>
    <w:rsid w:val="19D41D3A"/>
    <w:rsid w:val="1A66C310"/>
    <w:rsid w:val="1A8EAAB2"/>
    <w:rsid w:val="1AD1D1AB"/>
    <w:rsid w:val="1B6F16DD"/>
    <w:rsid w:val="1B9E7E7F"/>
    <w:rsid w:val="1BCB8AEB"/>
    <w:rsid w:val="1BF03DBE"/>
    <w:rsid w:val="1BFA2D79"/>
    <w:rsid w:val="1C602E42"/>
    <w:rsid w:val="1C9F3653"/>
    <w:rsid w:val="1CCC58A8"/>
    <w:rsid w:val="1D2F5BC3"/>
    <w:rsid w:val="1D37AFB3"/>
    <w:rsid w:val="1E1418BF"/>
    <w:rsid w:val="1E4DC741"/>
    <w:rsid w:val="1E4E28CA"/>
    <w:rsid w:val="1E5A5447"/>
    <w:rsid w:val="1E6C4176"/>
    <w:rsid w:val="1E6D8A3F"/>
    <w:rsid w:val="1EF1F3F1"/>
    <w:rsid w:val="1F5BEE47"/>
    <w:rsid w:val="1F82EDEF"/>
    <w:rsid w:val="2045BBC1"/>
    <w:rsid w:val="2060A845"/>
    <w:rsid w:val="20B0805E"/>
    <w:rsid w:val="20F7934F"/>
    <w:rsid w:val="21C38682"/>
    <w:rsid w:val="2267C33F"/>
    <w:rsid w:val="22AB0717"/>
    <w:rsid w:val="2308D423"/>
    <w:rsid w:val="237C0B97"/>
    <w:rsid w:val="2395332E"/>
    <w:rsid w:val="23ACF4D5"/>
    <w:rsid w:val="23E55C6D"/>
    <w:rsid w:val="23EF7868"/>
    <w:rsid w:val="2466117D"/>
    <w:rsid w:val="24F0260B"/>
    <w:rsid w:val="24F52F8F"/>
    <w:rsid w:val="25223BFE"/>
    <w:rsid w:val="253BB90B"/>
    <w:rsid w:val="255EBE56"/>
    <w:rsid w:val="256FBED7"/>
    <w:rsid w:val="2586AEFD"/>
    <w:rsid w:val="25A8F646"/>
    <w:rsid w:val="268856F0"/>
    <w:rsid w:val="26A6CED3"/>
    <w:rsid w:val="26F95619"/>
    <w:rsid w:val="27975BD1"/>
    <w:rsid w:val="27B993A5"/>
    <w:rsid w:val="286D43D2"/>
    <w:rsid w:val="2AAE0677"/>
    <w:rsid w:val="2AB7C207"/>
    <w:rsid w:val="2B714B18"/>
    <w:rsid w:val="2BCF0A5A"/>
    <w:rsid w:val="2C085DC8"/>
    <w:rsid w:val="2C22BF85"/>
    <w:rsid w:val="2D2249F8"/>
    <w:rsid w:val="2D435DD2"/>
    <w:rsid w:val="2D490A0F"/>
    <w:rsid w:val="2D4D6938"/>
    <w:rsid w:val="2D526789"/>
    <w:rsid w:val="2D575D43"/>
    <w:rsid w:val="2D9A175A"/>
    <w:rsid w:val="2DB0BC0F"/>
    <w:rsid w:val="2DC1F17E"/>
    <w:rsid w:val="2E1223F8"/>
    <w:rsid w:val="2E3A3996"/>
    <w:rsid w:val="2EBDBAD5"/>
    <w:rsid w:val="2EF4F2BE"/>
    <w:rsid w:val="2F4205C5"/>
    <w:rsid w:val="30396743"/>
    <w:rsid w:val="304184C2"/>
    <w:rsid w:val="30A54D14"/>
    <w:rsid w:val="30CD1695"/>
    <w:rsid w:val="318377CD"/>
    <w:rsid w:val="318F5EDA"/>
    <w:rsid w:val="31AAE374"/>
    <w:rsid w:val="31CBC468"/>
    <w:rsid w:val="31CCB107"/>
    <w:rsid w:val="31EFFD11"/>
    <w:rsid w:val="3227761D"/>
    <w:rsid w:val="325D5BCE"/>
    <w:rsid w:val="325D6CA5"/>
    <w:rsid w:val="3292167A"/>
    <w:rsid w:val="32B83C5C"/>
    <w:rsid w:val="32D79E93"/>
    <w:rsid w:val="32FE4DCF"/>
    <w:rsid w:val="33A8660C"/>
    <w:rsid w:val="342E7C8D"/>
    <w:rsid w:val="34353784"/>
    <w:rsid w:val="34588527"/>
    <w:rsid w:val="345D85D2"/>
    <w:rsid w:val="347604CE"/>
    <w:rsid w:val="3482CDE7"/>
    <w:rsid w:val="3490CA58"/>
    <w:rsid w:val="34ACE9FD"/>
    <w:rsid w:val="34D51800"/>
    <w:rsid w:val="34DF92D5"/>
    <w:rsid w:val="359D4786"/>
    <w:rsid w:val="36312BBF"/>
    <w:rsid w:val="36C9D6A4"/>
    <w:rsid w:val="36E0663D"/>
    <w:rsid w:val="36E9F5AC"/>
    <w:rsid w:val="37B693B6"/>
    <w:rsid w:val="382967B4"/>
    <w:rsid w:val="385979D1"/>
    <w:rsid w:val="3878CB07"/>
    <w:rsid w:val="38DBF159"/>
    <w:rsid w:val="39D076DB"/>
    <w:rsid w:val="3A4285DF"/>
    <w:rsid w:val="3A6EFC99"/>
    <w:rsid w:val="3BC52C9E"/>
    <w:rsid w:val="3BE6AB2F"/>
    <w:rsid w:val="3C040B7B"/>
    <w:rsid w:val="3C24F4B2"/>
    <w:rsid w:val="3C82301B"/>
    <w:rsid w:val="3CA91207"/>
    <w:rsid w:val="3CDE16E4"/>
    <w:rsid w:val="3CED74F9"/>
    <w:rsid w:val="3E009F40"/>
    <w:rsid w:val="3E18E716"/>
    <w:rsid w:val="3E7CA9C5"/>
    <w:rsid w:val="3F07BC2B"/>
    <w:rsid w:val="3F1778D6"/>
    <w:rsid w:val="3FC78925"/>
    <w:rsid w:val="3FF0CB7B"/>
    <w:rsid w:val="3FF865C8"/>
    <w:rsid w:val="40089A22"/>
    <w:rsid w:val="4086EF8D"/>
    <w:rsid w:val="409B2909"/>
    <w:rsid w:val="409E19D9"/>
    <w:rsid w:val="40EFC611"/>
    <w:rsid w:val="4186B0A9"/>
    <w:rsid w:val="41C33725"/>
    <w:rsid w:val="41F4724C"/>
    <w:rsid w:val="4223AE3F"/>
    <w:rsid w:val="42B36514"/>
    <w:rsid w:val="42F103DD"/>
    <w:rsid w:val="430FEAAC"/>
    <w:rsid w:val="43B201E4"/>
    <w:rsid w:val="43D7DB21"/>
    <w:rsid w:val="43D9292A"/>
    <w:rsid w:val="44547B4A"/>
    <w:rsid w:val="44E74ED9"/>
    <w:rsid w:val="450E77F7"/>
    <w:rsid w:val="4536E8B9"/>
    <w:rsid w:val="45817DDE"/>
    <w:rsid w:val="46631EB9"/>
    <w:rsid w:val="467161F8"/>
    <w:rsid w:val="476D9279"/>
    <w:rsid w:val="4793C0CB"/>
    <w:rsid w:val="47ADF08B"/>
    <w:rsid w:val="47DB3516"/>
    <w:rsid w:val="47FB39DA"/>
    <w:rsid w:val="481A21CC"/>
    <w:rsid w:val="481F4C4A"/>
    <w:rsid w:val="483F4F89"/>
    <w:rsid w:val="488F97F5"/>
    <w:rsid w:val="48A3B452"/>
    <w:rsid w:val="48C30515"/>
    <w:rsid w:val="4922FF81"/>
    <w:rsid w:val="4932DD1C"/>
    <w:rsid w:val="49F13F74"/>
    <w:rsid w:val="4A5A6890"/>
    <w:rsid w:val="4A81C95C"/>
    <w:rsid w:val="4AB52378"/>
    <w:rsid w:val="4AC26185"/>
    <w:rsid w:val="4B087CC9"/>
    <w:rsid w:val="4C105733"/>
    <w:rsid w:val="4C325C72"/>
    <w:rsid w:val="4C55D8C5"/>
    <w:rsid w:val="4CD0AF8C"/>
    <w:rsid w:val="4DB4FA87"/>
    <w:rsid w:val="4DC2A8E1"/>
    <w:rsid w:val="4E412474"/>
    <w:rsid w:val="4E5F4FE7"/>
    <w:rsid w:val="4E66DDC0"/>
    <w:rsid w:val="4E837CA6"/>
    <w:rsid w:val="4E853751"/>
    <w:rsid w:val="4E85B653"/>
    <w:rsid w:val="4E8FB0B0"/>
    <w:rsid w:val="4EBF6821"/>
    <w:rsid w:val="4F0617B4"/>
    <w:rsid w:val="4FF2C5C5"/>
    <w:rsid w:val="500AE037"/>
    <w:rsid w:val="5053ED8D"/>
    <w:rsid w:val="50B344C5"/>
    <w:rsid w:val="50C72038"/>
    <w:rsid w:val="51195821"/>
    <w:rsid w:val="5179150E"/>
    <w:rsid w:val="519EC054"/>
    <w:rsid w:val="51D90382"/>
    <w:rsid w:val="52112F2F"/>
    <w:rsid w:val="5250C6D9"/>
    <w:rsid w:val="52650497"/>
    <w:rsid w:val="530CB129"/>
    <w:rsid w:val="53188126"/>
    <w:rsid w:val="53545EC6"/>
    <w:rsid w:val="53837EA4"/>
    <w:rsid w:val="54893F1B"/>
    <w:rsid w:val="54D4FFF8"/>
    <w:rsid w:val="55EAC5D2"/>
    <w:rsid w:val="560644FE"/>
    <w:rsid w:val="562D31DB"/>
    <w:rsid w:val="5634816B"/>
    <w:rsid w:val="564D20B9"/>
    <w:rsid w:val="5667523F"/>
    <w:rsid w:val="56687B45"/>
    <w:rsid w:val="566EF36E"/>
    <w:rsid w:val="56BB3E1A"/>
    <w:rsid w:val="5701ACB1"/>
    <w:rsid w:val="570615AE"/>
    <w:rsid w:val="570FF8ED"/>
    <w:rsid w:val="5725AE3E"/>
    <w:rsid w:val="5757E3AD"/>
    <w:rsid w:val="57645C4B"/>
    <w:rsid w:val="580C3EB9"/>
    <w:rsid w:val="586C2B80"/>
    <w:rsid w:val="588683FA"/>
    <w:rsid w:val="58A587B0"/>
    <w:rsid w:val="58C3358E"/>
    <w:rsid w:val="591DBF39"/>
    <w:rsid w:val="596B3F1C"/>
    <w:rsid w:val="5A527E56"/>
    <w:rsid w:val="5AACD6D4"/>
    <w:rsid w:val="5AC4B112"/>
    <w:rsid w:val="5ACF3F44"/>
    <w:rsid w:val="5B1FDAEA"/>
    <w:rsid w:val="5B4B2159"/>
    <w:rsid w:val="5B5DAD87"/>
    <w:rsid w:val="5B6F37F3"/>
    <w:rsid w:val="5BD3AB82"/>
    <w:rsid w:val="5BD44DF9"/>
    <w:rsid w:val="5BD72D5E"/>
    <w:rsid w:val="5D72D25C"/>
    <w:rsid w:val="5D9AA819"/>
    <w:rsid w:val="5F1C773A"/>
    <w:rsid w:val="5F84AEED"/>
    <w:rsid w:val="600EE64D"/>
    <w:rsid w:val="608EB685"/>
    <w:rsid w:val="60A9F52C"/>
    <w:rsid w:val="60B6F3B3"/>
    <w:rsid w:val="60CC63CB"/>
    <w:rsid w:val="60EFE4FB"/>
    <w:rsid w:val="61013998"/>
    <w:rsid w:val="617605E5"/>
    <w:rsid w:val="61D5CF92"/>
    <w:rsid w:val="61F6E616"/>
    <w:rsid w:val="6216F13A"/>
    <w:rsid w:val="6224AA38"/>
    <w:rsid w:val="626C8DCC"/>
    <w:rsid w:val="6279AB8A"/>
    <w:rsid w:val="62B36A5F"/>
    <w:rsid w:val="62F30EC0"/>
    <w:rsid w:val="633382E7"/>
    <w:rsid w:val="6333B9E6"/>
    <w:rsid w:val="638ADBE0"/>
    <w:rsid w:val="63CEAA90"/>
    <w:rsid w:val="63EC25AF"/>
    <w:rsid w:val="641F5D33"/>
    <w:rsid w:val="643C38EB"/>
    <w:rsid w:val="64931FE2"/>
    <w:rsid w:val="64C01559"/>
    <w:rsid w:val="64CB55C6"/>
    <w:rsid w:val="64DA3D18"/>
    <w:rsid w:val="653173B5"/>
    <w:rsid w:val="65D96325"/>
    <w:rsid w:val="65F485FC"/>
    <w:rsid w:val="663DB51A"/>
    <w:rsid w:val="6678AA43"/>
    <w:rsid w:val="67986908"/>
    <w:rsid w:val="67B9EA8C"/>
    <w:rsid w:val="685B9AD4"/>
    <w:rsid w:val="68B4551C"/>
    <w:rsid w:val="69DADE40"/>
    <w:rsid w:val="6A983A59"/>
    <w:rsid w:val="6AEAB3D8"/>
    <w:rsid w:val="6B0086C4"/>
    <w:rsid w:val="6B831A2F"/>
    <w:rsid w:val="6C1A96E7"/>
    <w:rsid w:val="6D7EFADF"/>
    <w:rsid w:val="6DC13640"/>
    <w:rsid w:val="6E02E2AB"/>
    <w:rsid w:val="6E9E685C"/>
    <w:rsid w:val="6ECD04E5"/>
    <w:rsid w:val="6F3BFF76"/>
    <w:rsid w:val="706D4055"/>
    <w:rsid w:val="70B83ED4"/>
    <w:rsid w:val="715D9312"/>
    <w:rsid w:val="718D55CB"/>
    <w:rsid w:val="71D0B9C0"/>
    <w:rsid w:val="71EFA8AD"/>
    <w:rsid w:val="72238DCE"/>
    <w:rsid w:val="72511E12"/>
    <w:rsid w:val="727ACD9D"/>
    <w:rsid w:val="731FED54"/>
    <w:rsid w:val="73694EAC"/>
    <w:rsid w:val="742C692D"/>
    <w:rsid w:val="7446EC7E"/>
    <w:rsid w:val="746EF747"/>
    <w:rsid w:val="75005944"/>
    <w:rsid w:val="750D0F21"/>
    <w:rsid w:val="7611E805"/>
    <w:rsid w:val="76149EF6"/>
    <w:rsid w:val="763084C1"/>
    <w:rsid w:val="7672A785"/>
    <w:rsid w:val="7676F338"/>
    <w:rsid w:val="76B47B6E"/>
    <w:rsid w:val="776E38B9"/>
    <w:rsid w:val="77EF7D18"/>
    <w:rsid w:val="78910E86"/>
    <w:rsid w:val="790F2647"/>
    <w:rsid w:val="7A3F58F5"/>
    <w:rsid w:val="7AC71DBA"/>
    <w:rsid w:val="7B6F3074"/>
    <w:rsid w:val="7B7D3E17"/>
    <w:rsid w:val="7B98D53F"/>
    <w:rsid w:val="7BB81B91"/>
    <w:rsid w:val="7C930F67"/>
    <w:rsid w:val="7D2EA62B"/>
    <w:rsid w:val="7D6AE71D"/>
    <w:rsid w:val="7D9AE122"/>
    <w:rsid w:val="7DC1BCF8"/>
    <w:rsid w:val="7DF3DA0C"/>
    <w:rsid w:val="7E19B4B4"/>
    <w:rsid w:val="7E1ECEDF"/>
    <w:rsid w:val="7EFF668C"/>
    <w:rsid w:val="7F975CC5"/>
    <w:rsid w:val="7FA69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D5AC95"/>
  <w15:chartTrackingRefBased/>
  <w15:docId w15:val="{36D035D9-C707-4669-B1CE-4C3EC7E3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qFormat/>
    <w:rsid w:val="00A07BB6"/>
    <w:pPr>
      <w:keepNext/>
      <w:numPr>
        <w:numId w:val="15"/>
      </w:numPr>
      <w:suppressAutoHyphens/>
      <w:outlineLvl w:val="0"/>
    </w:pPr>
    <w:rPr>
      <w:rFonts w:ascii="Times New Roman" w:hAnsi="Times New Roman"/>
      <w:sz w:val="24"/>
      <w:lang w:eastAsia="zh-C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C3FD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ind w:left="1701"/>
    </w:pPr>
    <w:rPr>
      <w:rFonts w:ascii="Trebuchet MS" w:hAnsi="Trebuchet MS"/>
      <w:sz w:val="1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estinatario" w:customStyle="1">
    <w:name w:val="Destinatario"/>
    <w:basedOn w:val="Normale"/>
    <w:autoRedefine/>
    <w:pPr>
      <w:ind w:left="5670" w:right="567"/>
    </w:pPr>
    <w:rPr>
      <w:rFonts w:ascii="Trebuchet MS" w:hAnsi="Trebuchet MS" w:eastAsia="Times"/>
      <w:b/>
      <w:sz w:val="22"/>
    </w:rPr>
  </w:style>
  <w:style w:type="paragraph" w:styleId="TestoLettera" w:customStyle="1">
    <w:name w:val="Testo Lettera"/>
    <w:basedOn w:val="Destinatario"/>
    <w:pPr>
      <w:ind w:left="1701"/>
    </w:pPr>
    <w:rPr>
      <w:b w:val="0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table" w:styleId="Grigliatabella">
    <w:name w:val="Table Grid"/>
    <w:basedOn w:val="Tabellanormale"/>
    <w:uiPriority w:val="39"/>
    <w:rsid w:val="003861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semiHidden/>
    <w:rsid w:val="00DE7D6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E23D02"/>
    <w:pPr>
      <w:spacing w:before="100" w:beforeAutospacing="1" w:after="119"/>
    </w:pPr>
    <w:rPr>
      <w:rFonts w:ascii="Arial Unicode MS" w:hAnsi="Arial Unicode MS" w:eastAsia="Arial Unicode MS" w:cs="Arial Unicode MS"/>
      <w:sz w:val="24"/>
      <w:szCs w:val="24"/>
    </w:rPr>
  </w:style>
  <w:style w:type="paragraph" w:styleId="WW-Destinatario" w:customStyle="1">
    <w:name w:val="WW-Destinatario"/>
    <w:basedOn w:val="Normale"/>
    <w:rsid w:val="0029130A"/>
    <w:pPr>
      <w:suppressAutoHyphens/>
      <w:ind w:left="5670" w:right="567"/>
    </w:pPr>
    <w:rPr>
      <w:rFonts w:ascii="Trebuchet MS" w:hAnsi="Trebuchet MS" w:eastAsia="Times"/>
      <w:b/>
      <w:sz w:val="22"/>
      <w:lang w:eastAsia="ar-SA"/>
    </w:rPr>
  </w:style>
  <w:style w:type="paragraph" w:styleId="Corpodeltesto2">
    <w:name w:val="Body Text 2"/>
    <w:basedOn w:val="Normale"/>
    <w:link w:val="Corpodeltesto2Carattere"/>
    <w:rsid w:val="00F60DBB"/>
    <w:pPr>
      <w:jc w:val="both"/>
    </w:pPr>
    <w:rPr>
      <w:sz w:val="24"/>
      <w:szCs w:val="24"/>
      <w:lang w:val="x-none" w:eastAsia="x-none"/>
    </w:rPr>
  </w:style>
  <w:style w:type="character" w:styleId="Corpodeltesto2Carattere" w:customStyle="1">
    <w:name w:val="Corpo del testo 2 Carattere"/>
    <w:link w:val="Corpodeltesto2"/>
    <w:rsid w:val="00F60DBB"/>
    <w:rPr>
      <w:rFonts w:ascii="Arial" w:hAnsi="Arial"/>
      <w:sz w:val="24"/>
      <w:szCs w:val="24"/>
    </w:rPr>
  </w:style>
  <w:style w:type="paragraph" w:styleId="Testodelblocco">
    <w:name w:val="Block Text"/>
    <w:basedOn w:val="Normale"/>
    <w:rsid w:val="00F60DBB"/>
    <w:pPr>
      <w:ind w:left="213" w:right="213"/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E202B1"/>
    <w:pPr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IntestazioneCarattere" w:customStyle="1">
    <w:name w:val="Intestazione Carattere"/>
    <w:link w:val="Intestazione"/>
    <w:rsid w:val="00A03118"/>
    <w:rPr>
      <w:rFonts w:ascii="Trebuchet MS" w:hAnsi="Trebuchet MS"/>
      <w:sz w:val="18"/>
    </w:rPr>
  </w:style>
  <w:style w:type="character" w:styleId="Titolo1Carattere" w:customStyle="1">
    <w:name w:val="Titolo 1 Carattere"/>
    <w:link w:val="Titolo1"/>
    <w:rsid w:val="00A07BB6"/>
    <w:rPr>
      <w:sz w:val="24"/>
      <w:lang w:eastAsia="zh-CN"/>
    </w:rPr>
  </w:style>
  <w:style w:type="paragraph" w:styleId="Corpodeltesto31" w:customStyle="1">
    <w:name w:val="Corpo del testo 31"/>
    <w:basedOn w:val="Normale"/>
    <w:rsid w:val="00A07BB6"/>
    <w:pPr>
      <w:suppressAutoHyphens/>
      <w:autoSpaceDE w:val="0"/>
      <w:jc w:val="both"/>
    </w:pPr>
    <w:rPr>
      <w:rFonts w:ascii="Tahoma" w:hAnsi="Tahoma" w:cs="Tahoma"/>
      <w:sz w:val="22"/>
      <w:lang w:eastAsia="zh-CN"/>
    </w:rPr>
  </w:style>
  <w:style w:type="paragraph" w:styleId="NormaleWeb1" w:customStyle="1">
    <w:name w:val="Normale (Web)1"/>
    <w:basedOn w:val="Normale"/>
    <w:rsid w:val="00A07BB6"/>
    <w:pPr>
      <w:spacing w:before="100" w:after="100"/>
    </w:pPr>
    <w:rPr>
      <w:rFonts w:ascii="Times New Roman" w:hAnsi="Times New Roman"/>
      <w:sz w:val="24"/>
    </w:rPr>
  </w:style>
  <w:style w:type="paragraph" w:styleId="Default" w:customStyle="1">
    <w:name w:val="Default"/>
    <w:rsid w:val="00000F7C"/>
    <w:pPr>
      <w:autoSpaceDE w:val="0"/>
      <w:autoSpaceDN w:val="0"/>
      <w:adjustRightInd w:val="0"/>
    </w:pPr>
    <w:rPr>
      <w:rFonts w:ascii="Trebuchet MS" w:hAnsi="Trebuchet MS" w:eastAsia="Calibri" w:cs="Trebuchet MS"/>
      <w:color w:val="000000"/>
      <w:sz w:val="24"/>
      <w:szCs w:val="24"/>
      <w:lang w:eastAsia="en-US"/>
    </w:rPr>
  </w:style>
  <w:style w:type="character" w:styleId="Titolo2Carattere" w:customStyle="1">
    <w:name w:val="Titolo 2 Carattere"/>
    <w:link w:val="Titolo2"/>
    <w:semiHidden/>
    <w:rsid w:val="00FC3FD2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rsid w:val="00FC3FD2"/>
    <w:pPr>
      <w:spacing w:after="120"/>
    </w:pPr>
  </w:style>
  <w:style w:type="character" w:styleId="CorpotestoCarattere" w:customStyle="1">
    <w:name w:val="Corpo testo Carattere"/>
    <w:link w:val="Corpotesto"/>
    <w:rsid w:val="00FC3FD2"/>
    <w:rPr>
      <w:rFonts w:ascii="Arial" w:hAnsi="Arial"/>
    </w:rPr>
  </w:style>
  <w:style w:type="paragraph" w:styleId="Rientrocorpodeltesto">
    <w:name w:val="Body Text Indent"/>
    <w:basedOn w:val="Normale"/>
    <w:link w:val="RientrocorpodeltestoCarattere"/>
    <w:unhideWhenUsed/>
    <w:rsid w:val="00573422"/>
    <w:pPr>
      <w:widowControl w:val="0"/>
      <w:suppressAutoHyphens/>
      <w:spacing w:after="120"/>
      <w:ind w:left="283"/>
    </w:pPr>
    <w:rPr>
      <w:rFonts w:ascii="Times New Roman" w:hAnsi="Times New Roman" w:eastAsia="Lucida Sans Unicode"/>
      <w:sz w:val="24"/>
    </w:rPr>
  </w:style>
  <w:style w:type="character" w:styleId="RientrocorpodeltestoCarattere" w:customStyle="1">
    <w:name w:val="Rientro corpo del testo Carattere"/>
    <w:link w:val="Rientrocorpodeltesto"/>
    <w:rsid w:val="00573422"/>
    <w:rPr>
      <w:rFonts w:eastAsia="Lucida Sans Unicode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B6C80"/>
    <w:rPr>
      <w:rFonts w:ascii="Calibri" w:hAnsi="Calibri" w:eastAsia="Calibri"/>
      <w:lang w:eastAsia="en-US"/>
    </w:rPr>
  </w:style>
  <w:style w:type="character" w:styleId="TestonotaapidipaginaCarattere" w:customStyle="1">
    <w:name w:val="Testo nota a piè di pagina Carattere"/>
    <w:link w:val="Testonotaapidipagina"/>
    <w:uiPriority w:val="99"/>
    <w:rsid w:val="003B6C80"/>
    <w:rPr>
      <w:rFonts w:ascii="Calibri" w:hAnsi="Calibri" w:eastAsia="Calibri"/>
      <w:lang w:eastAsia="en-US"/>
    </w:rPr>
  </w:style>
  <w:style w:type="character" w:styleId="Rimandonotaapidipagina">
    <w:name w:val="footnote reference"/>
    <w:uiPriority w:val="99"/>
    <w:unhideWhenUsed/>
    <w:rsid w:val="003B6C80"/>
    <w:rPr>
      <w:vertAlign w:val="superscript"/>
    </w:rPr>
  </w:style>
  <w:style w:type="paragraph" w:styleId="xmsonormal" w:customStyle="1">
    <w:name w:val="x_msonormal"/>
    <w:basedOn w:val="Normale"/>
    <w:rsid w:val="008A52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C1017"/>
    <w:rPr>
      <w:b/>
      <w:bCs/>
    </w:rPr>
  </w:style>
  <w:style w:type="character" w:styleId="normaltextrun" w:customStyle="1">
    <w:name w:val="normaltextrun"/>
    <w:basedOn w:val="Carpredefinitoparagrafo"/>
    <w:rsid w:val="001B2869"/>
  </w:style>
  <w:style w:type="character" w:styleId="eop" w:customStyle="1">
    <w:name w:val="eop"/>
    <w:basedOn w:val="Carpredefinitoparagrafo"/>
    <w:rsid w:val="001B2869"/>
  </w:style>
  <w:style w:type="paragraph" w:styleId="paragraph" w:customStyle="1">
    <w:name w:val="paragraph"/>
    <w:basedOn w:val="Normale"/>
    <w:rsid w:val="00D6435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Testosegnaposto">
    <w:name w:val="Placeholder Text"/>
    <w:uiPriority w:val="99"/>
    <w:semiHidden/>
    <w:rsid w:val="00000A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362">
          <w:marLeft w:val="0"/>
          <w:marRight w:val="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3184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5122">
          <w:marLeft w:val="0"/>
          <w:marRight w:val="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onza@pec.comune.monza.it" TargetMode="External"/><Relationship Id="rId1" Type="http://schemas.openxmlformats.org/officeDocument/2006/relationships/hyperlink" Target="mailto:protocollo@comune.monza.it-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ComuneMonza\segreteri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C70D5B3717064A9C1E7E60C62C3184" ma:contentTypeVersion="19" ma:contentTypeDescription="Creare un nuovo documento." ma:contentTypeScope="" ma:versionID="a18e1422a61b85b35d13900bea0bcf30">
  <xsd:schema xmlns:xsd="http://www.w3.org/2001/XMLSchema" xmlns:xs="http://www.w3.org/2001/XMLSchema" xmlns:p="http://schemas.microsoft.com/office/2006/metadata/properties" xmlns:ns2="964a4554-7537-4223-b80b-28134460c1b6" xmlns:ns3="19a9c922-bb03-4589-935f-bec3e5c8bdde" targetNamespace="http://schemas.microsoft.com/office/2006/metadata/properties" ma:root="true" ma:fieldsID="eec8d0ae145f99f1e92c725b6ec35e46" ns2:_="" ns3:_="">
    <xsd:import namespace="964a4554-7537-4223-b80b-28134460c1b6"/>
    <xsd:import namespace="19a9c922-bb03-4589-935f-bec3e5c8b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x007a_vh2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4554-7537-4223-b80b-28134460c1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7a_vh2" ma:index="20" nillable="true" ma:displayName="Testo" ma:internalName="_x007a_vh2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f2e0fe87-b971-4a6f-a1f8-449263455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9c922-bb03-4589-935f-bec3e5c8bd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c05f692-9c95-45ba-b586-7b624a955905}" ma:internalName="TaxCatchAll" ma:showField="CatchAllData" ma:web="19a9c922-bb03-4589-935f-bec3e5c8b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7a_vh2 xmlns="964a4554-7537-4223-b80b-28134460c1b6" xsi:nil="true"/>
    <lcf76f155ced4ddcb4097134ff3c332f xmlns="964a4554-7537-4223-b80b-28134460c1b6">
      <Terms xmlns="http://schemas.microsoft.com/office/infopath/2007/PartnerControls"/>
    </lcf76f155ced4ddcb4097134ff3c332f>
    <TaxCatchAll xmlns="19a9c922-bb03-4589-935f-bec3e5c8bdde" xsi:nil="true"/>
    <SharedWithUsers xmlns="19a9c922-bb03-4589-935f-bec3e5c8bdde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223AF-83D6-4D69-AF07-194110D7D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4a4554-7537-4223-b80b-28134460c1b6"/>
    <ds:schemaRef ds:uri="19a9c922-bb03-4589-935f-bec3e5c8b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BC1C36-EBFD-44A1-922B-DE338C999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53557-B1E0-4CCA-911C-1577793FF4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66BA626-5438-4234-A8BA-B81F546A220F}">
  <ds:schemaRefs>
    <ds:schemaRef ds:uri="http://purl.org/dc/terms/"/>
    <ds:schemaRef ds:uri="964a4554-7537-4223-b80b-28134460c1b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9a9c922-bb03-4589-935f-bec3e5c8bdde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F36B694-E492-4142-89F2-6158B9DE437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segreteria.dot</ap:Template>
  <ap:Application>Microsoft Word for the web</ap:Application>
  <ap:DocSecurity>0</ap:DocSecurity>
  <ap:ScaleCrop>false</ap:ScaleCrop>
  <ap:Company>Comune di Monza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Destinatario</dc:title>
  <dc:subject/>
  <dc:creator>Ufficio Turismo e spettacolo</dc:creator>
  <keywords/>
  <lastModifiedBy>Fossati Irene</lastModifiedBy>
  <revision>39</revision>
  <lastPrinted>2019-03-19T15:03:00.0000000Z</lastPrinted>
  <dcterms:created xsi:type="dcterms:W3CDTF">2024-06-13T13:21:00.0000000Z</dcterms:created>
  <dcterms:modified xsi:type="dcterms:W3CDTF">2025-06-12T09:15:20.0306243Z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Crippa Monica</vt:lpwstr>
  </property>
  <property fmtid="{D5CDD505-2E9C-101B-9397-08002B2CF9AE}" pid="4" name="Order">
    <vt:lpwstr>2901700.00000000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SharedWithUsers">
    <vt:lpwstr/>
  </property>
  <property fmtid="{D5CDD505-2E9C-101B-9397-08002B2CF9AE}" pid="9" name="display_urn:schemas-microsoft-com:office:office#Author">
    <vt:lpwstr>Crippa Monica</vt:lpwstr>
  </property>
  <property fmtid="{D5CDD505-2E9C-101B-9397-08002B2CF9AE}" pid="10" name="ContentTypeId">
    <vt:lpwstr>0x010100E7C70D5B3717064A9C1E7E60C62C3184</vt:lpwstr>
  </property>
  <property fmtid="{D5CDD505-2E9C-101B-9397-08002B2CF9AE}" pid="11" name="MediaServiceImageTags">
    <vt:lpwstr/>
  </property>
</Properties>
</file>